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CB08" w14:textId="3074FC90" w:rsidR="00C50F65" w:rsidRDefault="00C50F65">
      <w:pPr>
        <w:spacing w:after="0" w:line="240" w:lineRule="auto"/>
        <w:ind w:left="5812"/>
        <w:contextualSpacing/>
        <w:jc w:val="left"/>
        <w:rPr>
          <w:rFonts w:ascii="Calibri Light" w:eastAsia="Times New Roman" w:hAnsi="Calibri Light" w:cs="Calibri Light"/>
          <w:lang w:val="lt-LT"/>
        </w:rPr>
      </w:pPr>
      <w:bookmarkStart w:id="0" w:name="_Hlk215659185"/>
      <w:r w:rsidRPr="00ED4A5A">
        <w:rPr>
          <w:rFonts w:ascii="Calibri Light" w:eastAsia="Times New Roman" w:hAnsi="Calibri Light" w:cs="Calibri Light"/>
          <w:lang w:val="pt-BR"/>
        </w:rPr>
        <w:t xml:space="preserve">2025 m. </w:t>
      </w:r>
      <w:r w:rsidR="00C82362">
        <w:rPr>
          <w:rFonts w:ascii="Calibri Light" w:eastAsia="Times New Roman" w:hAnsi="Calibri Light" w:cs="Calibri Light"/>
          <w:lang w:val="pt-BR"/>
        </w:rPr>
        <w:t>g</w:t>
      </w:r>
      <w:r w:rsidR="00DD5CE0">
        <w:rPr>
          <w:rFonts w:ascii="Calibri Light" w:eastAsia="Times New Roman" w:hAnsi="Calibri Light" w:cs="Calibri Light"/>
          <w:lang w:val="pt-BR"/>
        </w:rPr>
        <w:t>ruodžio 15</w:t>
      </w:r>
      <w:r w:rsidRPr="00ED4A5A">
        <w:rPr>
          <w:rFonts w:ascii="Calibri Light" w:eastAsia="Times New Roman" w:hAnsi="Calibri Light" w:cs="Calibri Light"/>
          <w:lang w:val="pt-BR"/>
        </w:rPr>
        <w:t xml:space="preserve"> d.</w:t>
      </w:r>
    </w:p>
    <w:p w14:paraId="3A641E37" w14:textId="6966C97F" w:rsidR="00405559" w:rsidRPr="00617E33" w:rsidRDefault="00405559" w:rsidP="00ED4A5A">
      <w:pPr>
        <w:spacing w:after="0" w:line="240" w:lineRule="auto"/>
        <w:ind w:left="5812"/>
        <w:contextualSpacing/>
        <w:jc w:val="left"/>
        <w:rPr>
          <w:rFonts w:ascii="Calibri Light" w:eastAsia="Times New Roman" w:hAnsi="Calibri Light" w:cs="Calibri Light"/>
          <w:lang w:val="lt-LT"/>
        </w:rPr>
      </w:pPr>
      <w:r w:rsidRPr="00405559">
        <w:rPr>
          <w:rFonts w:ascii="Calibri Light" w:eastAsia="Times New Roman" w:hAnsi="Calibri Light" w:cs="Calibri Light"/>
          <w:lang w:val="lt-LT"/>
        </w:rPr>
        <w:t>Integruotos baudžiamojo proceso informacinės sistemos (IBPS) Ekspertinių tyrimų modulio plėtros paslaugų pirkimo</w:t>
      </w:r>
      <w:r w:rsidR="00884C26">
        <w:rPr>
          <w:rFonts w:ascii="Calibri Light" w:eastAsia="Times New Roman" w:hAnsi="Calibri Light" w:cs="Calibri Light"/>
          <w:lang w:val="lt-LT"/>
        </w:rPr>
        <w:t>–</w:t>
      </w:r>
      <w:r w:rsidRPr="00405559">
        <w:rPr>
          <w:rFonts w:ascii="Calibri Light" w:eastAsia="Times New Roman" w:hAnsi="Calibri Light" w:cs="Calibri Light"/>
          <w:lang w:val="lt-LT"/>
        </w:rPr>
        <w:t xml:space="preserve">pardavimo sutarties </w:t>
      </w:r>
      <w:r w:rsidR="00884C26">
        <w:rPr>
          <w:rFonts w:ascii="Calibri Light" w:eastAsia="Times New Roman" w:hAnsi="Calibri Light" w:cs="Calibri Light"/>
          <w:lang w:val="lt-LT"/>
        </w:rPr>
        <w:t xml:space="preserve">Nr. </w:t>
      </w:r>
      <w:r w:rsidR="00DD5CE0">
        <w:rPr>
          <w:rFonts w:ascii="Calibri Light" w:eastAsia="Times New Roman" w:hAnsi="Calibri Light" w:cs="Calibri Light"/>
          <w:lang w:val="lt-LT"/>
        </w:rPr>
        <w:t>15R-659</w:t>
      </w:r>
    </w:p>
    <w:p w14:paraId="2C961173" w14:textId="77777777" w:rsidR="00336714" w:rsidRPr="00617E33" w:rsidRDefault="00336714" w:rsidP="00ED4A5A">
      <w:pPr>
        <w:spacing w:after="0" w:line="240" w:lineRule="auto"/>
        <w:ind w:firstLine="5812"/>
        <w:contextualSpacing/>
        <w:jc w:val="left"/>
        <w:rPr>
          <w:rFonts w:ascii="Calibri Light" w:eastAsia="Times New Roman" w:hAnsi="Calibri Light" w:cs="Calibri Light"/>
          <w:lang w:val="lt-LT"/>
        </w:rPr>
      </w:pPr>
      <w:r w:rsidRPr="00617E33">
        <w:rPr>
          <w:rFonts w:ascii="Calibri Light" w:eastAsia="Times New Roman" w:hAnsi="Calibri Light" w:cs="Calibri Light"/>
          <w:lang w:val="lt-LT"/>
        </w:rPr>
        <w:t>priedas Nr. 5</w:t>
      </w:r>
    </w:p>
    <w:bookmarkEnd w:id="0"/>
    <w:p w14:paraId="1428228D" w14:textId="77777777" w:rsidR="00336714" w:rsidRPr="00617E33" w:rsidRDefault="00336714" w:rsidP="00336714">
      <w:pPr>
        <w:spacing w:after="0" w:line="240" w:lineRule="auto"/>
        <w:jc w:val="left"/>
        <w:rPr>
          <w:rFonts w:ascii="Calibri Light" w:eastAsia="Times New Roman" w:hAnsi="Calibri Light" w:cs="Calibri Light"/>
          <w:lang w:val="lt-LT"/>
        </w:rPr>
      </w:pPr>
    </w:p>
    <w:p w14:paraId="62C2306C" w14:textId="37BEBC4A" w:rsidR="00336714" w:rsidRPr="00617E33" w:rsidRDefault="00336714" w:rsidP="00336714">
      <w:pPr>
        <w:spacing w:after="0" w:line="240" w:lineRule="auto"/>
        <w:jc w:val="center"/>
        <w:rPr>
          <w:rFonts w:ascii="Calibri Light" w:eastAsia="Times New Roman" w:hAnsi="Calibri Light" w:cs="Calibri Light"/>
          <w:b/>
          <w:lang w:val="lt-LT"/>
        </w:rPr>
      </w:pPr>
      <w:r w:rsidRPr="00617E33">
        <w:rPr>
          <w:rFonts w:ascii="Calibri Light" w:eastAsia="Times New Roman" w:hAnsi="Calibri Light" w:cs="Calibri Light"/>
          <w:b/>
          <w:lang w:val="lt-LT"/>
        </w:rPr>
        <w:t xml:space="preserve">(Paslaugų, nurodytų </w:t>
      </w:r>
      <w:r w:rsidR="0043190A">
        <w:rPr>
          <w:rFonts w:ascii="Calibri Light" w:eastAsia="Times New Roman" w:hAnsi="Calibri Light" w:cs="Calibri Light"/>
          <w:b/>
          <w:lang w:val="lt-LT"/>
        </w:rPr>
        <w:t>T</w:t>
      </w:r>
      <w:r w:rsidRPr="00617E33">
        <w:rPr>
          <w:rFonts w:ascii="Calibri Light" w:eastAsia="Times New Roman" w:hAnsi="Calibri Light" w:cs="Calibri Light"/>
          <w:b/>
          <w:lang w:val="lt-LT"/>
        </w:rPr>
        <w:t>echninės specifikacijos III skyri</w:t>
      </w:r>
      <w:r>
        <w:rPr>
          <w:rFonts w:ascii="Calibri Light" w:eastAsia="Times New Roman" w:hAnsi="Calibri Light" w:cs="Calibri Light"/>
          <w:b/>
          <w:lang w:val="lt-LT"/>
        </w:rPr>
        <w:t>aus</w:t>
      </w:r>
      <w:r w:rsidRPr="00617E33">
        <w:rPr>
          <w:rFonts w:ascii="Calibri Light" w:eastAsia="Times New Roman" w:hAnsi="Calibri Light" w:cs="Calibri Light"/>
          <w:b/>
          <w:lang w:val="lt-LT"/>
        </w:rPr>
        <w:t xml:space="preserve"> </w:t>
      </w:r>
      <w:r w:rsidRPr="00617E33">
        <w:rPr>
          <w:rFonts w:ascii="Calibri Light" w:eastAsia="Times New Roman" w:hAnsi="Calibri Light" w:cs="Calibri Light"/>
          <w:b/>
          <w:bCs/>
          <w:lang w:val="lt-LT"/>
        </w:rPr>
        <w:t>„Reikalavimai Integruotos baudžiamojo proceso informacinės sistemos (IBPS) Ekspertinių tyrimų modulio plėtrai“ 1</w:t>
      </w:r>
      <w:r w:rsidR="00356391">
        <w:rPr>
          <w:rFonts w:ascii="Calibri Light" w:eastAsia="Times New Roman" w:hAnsi="Calibri Light" w:cs="Calibri Light"/>
          <w:b/>
          <w:bCs/>
          <w:lang w:val="lt-LT"/>
        </w:rPr>
        <w:t>–</w:t>
      </w:r>
      <w:r w:rsidRPr="00617E33">
        <w:rPr>
          <w:rFonts w:ascii="Calibri Light" w:eastAsia="Times New Roman" w:hAnsi="Calibri Light" w:cs="Calibri Light"/>
          <w:b/>
          <w:bCs/>
          <w:lang w:val="lt-LT"/>
        </w:rPr>
        <w:t xml:space="preserve">3 punktuose, </w:t>
      </w:r>
      <w:r w:rsidRPr="00617E33">
        <w:rPr>
          <w:rFonts w:ascii="Calibri Light" w:eastAsia="Times New Roman" w:hAnsi="Calibri Light" w:cs="Calibri Light"/>
          <w:b/>
          <w:lang w:val="lt-LT"/>
        </w:rPr>
        <w:t>perdavimo</w:t>
      </w:r>
      <w:r w:rsidR="00356391">
        <w:rPr>
          <w:rFonts w:ascii="Calibri Light" w:eastAsia="Times New Roman" w:hAnsi="Calibri Light" w:cs="Calibri Light"/>
          <w:b/>
          <w:lang w:val="lt-LT"/>
        </w:rPr>
        <w:t>–</w:t>
      </w:r>
      <w:r w:rsidRPr="00617E33">
        <w:rPr>
          <w:rFonts w:ascii="Calibri Light" w:eastAsia="Times New Roman" w:hAnsi="Calibri Light" w:cs="Calibri Light"/>
          <w:b/>
          <w:lang w:val="lt-LT"/>
        </w:rPr>
        <w:t>priėmimo akto forma)</w:t>
      </w:r>
    </w:p>
    <w:p w14:paraId="4EC877B9" w14:textId="77777777" w:rsidR="00336714" w:rsidRPr="00617E33" w:rsidRDefault="00336714" w:rsidP="00336714">
      <w:pPr>
        <w:spacing w:after="0" w:line="240" w:lineRule="auto"/>
        <w:jc w:val="center"/>
        <w:rPr>
          <w:rFonts w:ascii="Calibri Light" w:eastAsia="Times New Roman" w:hAnsi="Calibri Light" w:cs="Calibri Light"/>
          <w:b/>
          <w:lang w:val="lt-LT"/>
        </w:rPr>
      </w:pPr>
    </w:p>
    <w:p w14:paraId="7BA5E1E6" w14:textId="2B4A3B13" w:rsidR="00336714" w:rsidRPr="00617E33" w:rsidRDefault="00336714" w:rsidP="00336714">
      <w:pPr>
        <w:spacing w:after="0" w:line="240" w:lineRule="auto"/>
        <w:jc w:val="center"/>
        <w:rPr>
          <w:rFonts w:ascii="Calibri Light" w:eastAsia="Times New Roman" w:hAnsi="Calibri Light" w:cs="Calibri Light"/>
          <w:b/>
          <w:lang w:val="lt-LT"/>
        </w:rPr>
      </w:pPr>
      <w:r w:rsidRPr="00617E33">
        <w:rPr>
          <w:rFonts w:ascii="Calibri Light" w:eastAsia="Times New Roman" w:hAnsi="Calibri Light" w:cs="Calibri Light"/>
          <w:b/>
          <w:lang w:val="lt-LT"/>
        </w:rPr>
        <w:t>PASLAUGŲ PERDAVIMO</w:t>
      </w:r>
      <w:r w:rsidR="00A96A13">
        <w:rPr>
          <w:rFonts w:ascii="Calibri Light" w:eastAsia="Times New Roman" w:hAnsi="Calibri Light" w:cs="Calibri Light"/>
          <w:b/>
          <w:lang w:val="lt-LT"/>
        </w:rPr>
        <w:t>–</w:t>
      </w:r>
      <w:r w:rsidRPr="00617E33">
        <w:rPr>
          <w:rFonts w:ascii="Calibri Light" w:eastAsia="Times New Roman" w:hAnsi="Calibri Light" w:cs="Calibri Light"/>
          <w:b/>
          <w:lang w:val="lt-LT"/>
        </w:rPr>
        <w:t>PRIĖMIMO AKTAS</w:t>
      </w:r>
    </w:p>
    <w:p w14:paraId="25D831C3" w14:textId="77777777" w:rsidR="00336714" w:rsidRPr="00617E33" w:rsidRDefault="00336714" w:rsidP="00336714">
      <w:pPr>
        <w:spacing w:after="0" w:line="240" w:lineRule="auto"/>
        <w:jc w:val="center"/>
        <w:rPr>
          <w:rFonts w:ascii="Calibri Light" w:eastAsia="Times New Roman" w:hAnsi="Calibri Light" w:cs="Calibri Light"/>
          <w:lang w:val="lt-LT"/>
        </w:rPr>
      </w:pPr>
      <w:r w:rsidRPr="00617E33">
        <w:rPr>
          <w:rFonts w:ascii="Calibri Light" w:eastAsia="Times New Roman" w:hAnsi="Calibri Light" w:cs="Calibri Light"/>
          <w:lang w:val="lt-LT"/>
        </w:rPr>
        <w:t>_____________________________</w:t>
      </w:r>
    </w:p>
    <w:p w14:paraId="71F9CD65" w14:textId="77777777" w:rsidR="00336714" w:rsidRDefault="00336714" w:rsidP="00336714">
      <w:pPr>
        <w:spacing w:after="0" w:line="240" w:lineRule="auto"/>
        <w:jc w:val="center"/>
        <w:rPr>
          <w:rFonts w:ascii="Calibri Light" w:eastAsia="Times New Roman" w:hAnsi="Calibri Light" w:cs="Calibri Light"/>
          <w:lang w:val="lt-LT"/>
        </w:rPr>
      </w:pPr>
      <w:r w:rsidRPr="00617E33">
        <w:rPr>
          <w:rFonts w:ascii="Calibri Light" w:eastAsia="Times New Roman" w:hAnsi="Calibri Light" w:cs="Calibri Light"/>
          <w:lang w:val="lt-LT"/>
        </w:rPr>
        <w:t>(akto surašymo data)</w:t>
      </w:r>
    </w:p>
    <w:p w14:paraId="17498771" w14:textId="77777777" w:rsidR="00336714" w:rsidRPr="00617E33" w:rsidRDefault="00336714" w:rsidP="00336714">
      <w:pPr>
        <w:spacing w:after="0" w:line="240" w:lineRule="auto"/>
        <w:jc w:val="center"/>
        <w:rPr>
          <w:rFonts w:ascii="Calibri Light" w:eastAsia="Times New Roman" w:hAnsi="Calibri Light" w:cs="Calibri Light"/>
          <w:lang w:val="lt-LT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336714" w:rsidRPr="00617E33" w14:paraId="5E527BA6" w14:textId="77777777" w:rsidTr="00576E03">
        <w:tc>
          <w:tcPr>
            <w:tcW w:w="2802" w:type="dxa"/>
          </w:tcPr>
          <w:p w14:paraId="7ADDB551" w14:textId="59C919B9" w:rsidR="00336714" w:rsidRPr="00617E33" w:rsidRDefault="00A96A13" w:rsidP="00576E03">
            <w:pPr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Tiekėjas</w:t>
            </w:r>
            <w:r w:rsidR="00336714" w:rsidRPr="00617E33">
              <w:rPr>
                <w:rFonts w:ascii="Calibri Light" w:eastAsia="Times New Roman" w:hAnsi="Calibri Light" w:cs="Calibri Light"/>
              </w:rPr>
              <w:t>:</w:t>
            </w:r>
          </w:p>
        </w:tc>
        <w:tc>
          <w:tcPr>
            <w:tcW w:w="6662" w:type="dxa"/>
          </w:tcPr>
          <w:p w14:paraId="2681D844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</w:tr>
      <w:tr w:rsidR="00336714" w:rsidRPr="00617E33" w14:paraId="10EA8DAA" w14:textId="77777777" w:rsidTr="00576E03">
        <w:tc>
          <w:tcPr>
            <w:tcW w:w="2802" w:type="dxa"/>
          </w:tcPr>
          <w:p w14:paraId="1D5E6C11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Sutarties pavadinimas, Nr.</w:t>
            </w:r>
          </w:p>
        </w:tc>
        <w:tc>
          <w:tcPr>
            <w:tcW w:w="6662" w:type="dxa"/>
          </w:tcPr>
          <w:p w14:paraId="4A649D12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</w:tr>
    </w:tbl>
    <w:p w14:paraId="1149693C" w14:textId="77777777" w:rsidR="00336714" w:rsidRPr="00617E33" w:rsidRDefault="00336714" w:rsidP="00336714">
      <w:pPr>
        <w:spacing w:after="0" w:line="240" w:lineRule="auto"/>
        <w:jc w:val="left"/>
        <w:rPr>
          <w:rFonts w:ascii="Calibri Light" w:eastAsia="Times New Roman" w:hAnsi="Calibri Light" w:cs="Calibri Light"/>
          <w:lang w:val="lt-LT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417"/>
        <w:gridCol w:w="1276"/>
      </w:tblGrid>
      <w:tr w:rsidR="00336714" w:rsidRPr="00DB1115" w14:paraId="58D69812" w14:textId="77777777" w:rsidTr="00576E03">
        <w:tc>
          <w:tcPr>
            <w:tcW w:w="675" w:type="dxa"/>
          </w:tcPr>
          <w:p w14:paraId="4856D84C" w14:textId="77777777" w:rsidR="00336714" w:rsidRPr="00617E33" w:rsidRDefault="00336714" w:rsidP="00576E03">
            <w:pPr>
              <w:jc w:val="center"/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Eil. Nr.</w:t>
            </w:r>
          </w:p>
        </w:tc>
        <w:tc>
          <w:tcPr>
            <w:tcW w:w="4536" w:type="dxa"/>
          </w:tcPr>
          <w:p w14:paraId="46B4A99C" w14:textId="77777777" w:rsidR="00336714" w:rsidRPr="00617E33" w:rsidRDefault="00336714" w:rsidP="00576E03">
            <w:pPr>
              <w:jc w:val="center"/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Techninės specifikacijos reikalavimas</w:t>
            </w:r>
          </w:p>
        </w:tc>
        <w:tc>
          <w:tcPr>
            <w:tcW w:w="1560" w:type="dxa"/>
          </w:tcPr>
          <w:p w14:paraId="1BDBA2E3" w14:textId="380B74F6" w:rsidR="00336714" w:rsidRPr="00617E33" w:rsidRDefault="00336714" w:rsidP="00576E03">
            <w:pPr>
              <w:jc w:val="center"/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Kaina</w:t>
            </w:r>
            <w:r w:rsidR="00A96A13">
              <w:rPr>
                <w:rFonts w:ascii="Calibri Light" w:eastAsia="Times New Roman" w:hAnsi="Calibri Light" w:cs="Calibri Light"/>
              </w:rPr>
              <w:t>,</w:t>
            </w:r>
            <w:r w:rsidRPr="00617E33">
              <w:rPr>
                <w:rFonts w:ascii="Calibri Light" w:eastAsia="Times New Roman" w:hAnsi="Calibri Light" w:cs="Calibri Light"/>
              </w:rPr>
              <w:t xml:space="preserve"> Eur </w:t>
            </w:r>
          </w:p>
          <w:p w14:paraId="54049071" w14:textId="77777777" w:rsidR="00336714" w:rsidRPr="00617E33" w:rsidRDefault="00336714" w:rsidP="00576E03">
            <w:pPr>
              <w:jc w:val="center"/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be PVM</w:t>
            </w:r>
          </w:p>
        </w:tc>
        <w:tc>
          <w:tcPr>
            <w:tcW w:w="1417" w:type="dxa"/>
          </w:tcPr>
          <w:p w14:paraId="4E261ECF" w14:textId="77777777" w:rsidR="00336714" w:rsidRPr="00617E33" w:rsidRDefault="00336714" w:rsidP="00576E03">
            <w:pPr>
              <w:jc w:val="center"/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PVM</w:t>
            </w:r>
          </w:p>
          <w:p w14:paraId="2778CA49" w14:textId="77777777" w:rsidR="00336714" w:rsidRPr="00617E33" w:rsidRDefault="00336714" w:rsidP="00576E03">
            <w:pPr>
              <w:jc w:val="center"/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1276" w:type="dxa"/>
          </w:tcPr>
          <w:p w14:paraId="5FF51940" w14:textId="12ECB589" w:rsidR="00336714" w:rsidRPr="00617E33" w:rsidRDefault="00A96A13" w:rsidP="00576E03">
            <w:pPr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Iš v</w:t>
            </w:r>
            <w:r w:rsidR="00336714" w:rsidRPr="00617E33">
              <w:rPr>
                <w:rFonts w:ascii="Calibri Light" w:eastAsia="Times New Roman" w:hAnsi="Calibri Light" w:cs="Calibri Light"/>
              </w:rPr>
              <w:t>iso kaina</w:t>
            </w:r>
            <w:r>
              <w:rPr>
                <w:rFonts w:ascii="Calibri Light" w:eastAsia="Times New Roman" w:hAnsi="Calibri Light" w:cs="Calibri Light"/>
              </w:rPr>
              <w:t>,</w:t>
            </w:r>
            <w:r w:rsidR="00336714" w:rsidRPr="00617E33">
              <w:rPr>
                <w:rFonts w:ascii="Calibri Light" w:eastAsia="Times New Roman" w:hAnsi="Calibri Light" w:cs="Calibri Light"/>
              </w:rPr>
              <w:t xml:space="preserve"> Eur su PVM</w:t>
            </w:r>
          </w:p>
        </w:tc>
      </w:tr>
      <w:tr w:rsidR="00336714" w:rsidRPr="00DB1115" w14:paraId="071FF591" w14:textId="77777777" w:rsidTr="00576E03">
        <w:tc>
          <w:tcPr>
            <w:tcW w:w="675" w:type="dxa"/>
          </w:tcPr>
          <w:p w14:paraId="3B94D2FD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4536" w:type="dxa"/>
          </w:tcPr>
          <w:p w14:paraId="576F15B1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1560" w:type="dxa"/>
          </w:tcPr>
          <w:p w14:paraId="5BA002B6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1417" w:type="dxa"/>
          </w:tcPr>
          <w:p w14:paraId="2494F109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1276" w:type="dxa"/>
          </w:tcPr>
          <w:p w14:paraId="00EFB5D9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</w:tr>
      <w:tr w:rsidR="00336714" w:rsidRPr="00DB1115" w14:paraId="06E3B026" w14:textId="77777777" w:rsidTr="00576E03">
        <w:tc>
          <w:tcPr>
            <w:tcW w:w="675" w:type="dxa"/>
          </w:tcPr>
          <w:p w14:paraId="701C63D6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4536" w:type="dxa"/>
          </w:tcPr>
          <w:p w14:paraId="0C2EFBDF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1560" w:type="dxa"/>
          </w:tcPr>
          <w:p w14:paraId="01816445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1417" w:type="dxa"/>
          </w:tcPr>
          <w:p w14:paraId="5BF05EC4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1276" w:type="dxa"/>
          </w:tcPr>
          <w:p w14:paraId="2F706BC8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</w:p>
        </w:tc>
      </w:tr>
    </w:tbl>
    <w:p w14:paraId="67E96922" w14:textId="77777777" w:rsidR="00336714" w:rsidRPr="00617E33" w:rsidRDefault="00336714" w:rsidP="00336714">
      <w:pPr>
        <w:spacing w:after="0" w:line="240" w:lineRule="auto"/>
        <w:ind w:right="140" w:firstLine="680"/>
        <w:rPr>
          <w:rFonts w:ascii="Calibri Light" w:eastAsia="Times New Roman" w:hAnsi="Calibri Light" w:cs="Calibri Light"/>
          <w:lang w:val="lt-LT"/>
        </w:rPr>
      </w:pPr>
    </w:p>
    <w:p w14:paraId="00733A90" w14:textId="1681AA71" w:rsidR="00336714" w:rsidRPr="00617E33" w:rsidRDefault="00336714" w:rsidP="00336714">
      <w:pPr>
        <w:spacing w:after="0" w:line="240" w:lineRule="auto"/>
        <w:ind w:right="140" w:firstLine="680"/>
        <w:rPr>
          <w:rFonts w:ascii="Calibri Light" w:eastAsia="Times New Roman" w:hAnsi="Calibri Light" w:cs="Calibri Light"/>
          <w:lang w:val="lt-LT"/>
        </w:rPr>
      </w:pPr>
      <w:r w:rsidRPr="00617E33">
        <w:rPr>
          <w:rFonts w:ascii="Calibri Light" w:eastAsia="Times New Roman" w:hAnsi="Calibri Light" w:cs="Calibri Light"/>
          <w:lang w:val="lt-LT"/>
        </w:rPr>
        <w:t xml:space="preserve">Visos teikiamos paslaugos buvo suteiktos, pateikti visi reikalingi dokumentai, nurodyti </w:t>
      </w:r>
      <w:r w:rsidR="00DA7A68">
        <w:rPr>
          <w:rFonts w:ascii="Calibri Light" w:eastAsia="Times New Roman" w:hAnsi="Calibri Light" w:cs="Calibri Light"/>
          <w:lang w:val="lt-LT"/>
        </w:rPr>
        <w:t>S</w:t>
      </w:r>
      <w:r w:rsidRPr="00617E33">
        <w:rPr>
          <w:rFonts w:ascii="Calibri Light" w:eastAsia="Times New Roman" w:hAnsi="Calibri Light" w:cs="Calibri Light"/>
          <w:lang w:val="lt-LT"/>
        </w:rPr>
        <w:t xml:space="preserve">utartyje. </w:t>
      </w:r>
      <w:r w:rsidR="00C54AE2">
        <w:rPr>
          <w:rFonts w:ascii="Calibri Light" w:eastAsia="Times New Roman" w:hAnsi="Calibri Light" w:cs="Calibri Light"/>
          <w:lang w:val="lt-LT"/>
        </w:rPr>
        <w:t>Pirkėjas</w:t>
      </w:r>
      <w:r w:rsidRPr="00617E33">
        <w:rPr>
          <w:rFonts w:ascii="Calibri Light" w:eastAsia="Times New Roman" w:hAnsi="Calibri Light" w:cs="Calibri Light"/>
          <w:lang w:val="lt-LT"/>
        </w:rPr>
        <w:t xml:space="preserve"> suteiktas paslaugas priėmė ir patvirtina, kad suteiktos paslaugos atitinka </w:t>
      </w:r>
      <w:r w:rsidR="0025598F">
        <w:rPr>
          <w:rFonts w:ascii="Calibri Light" w:eastAsia="Times New Roman" w:hAnsi="Calibri Light" w:cs="Calibri Light"/>
          <w:lang w:val="lt-LT"/>
        </w:rPr>
        <w:t>S</w:t>
      </w:r>
      <w:r w:rsidRPr="00617E33">
        <w:rPr>
          <w:rFonts w:ascii="Calibri Light" w:eastAsia="Times New Roman" w:hAnsi="Calibri Light" w:cs="Calibri Light"/>
          <w:lang w:val="lt-LT"/>
        </w:rPr>
        <w:t xml:space="preserve">utarties sąlygas. Šiuo aktu </w:t>
      </w:r>
      <w:r w:rsidR="00DB1115">
        <w:rPr>
          <w:rFonts w:ascii="Calibri Light" w:eastAsia="Times New Roman" w:hAnsi="Calibri Light" w:cs="Calibri Light"/>
          <w:lang w:val="lt-LT"/>
        </w:rPr>
        <w:t xml:space="preserve">Šalys </w:t>
      </w:r>
      <w:r w:rsidRPr="00617E33">
        <w:rPr>
          <w:rFonts w:ascii="Calibri Light" w:eastAsia="Times New Roman" w:hAnsi="Calibri Light" w:cs="Calibri Light"/>
          <w:lang w:val="lt-LT"/>
        </w:rPr>
        <w:t xml:space="preserve">patvirtina, kad </w:t>
      </w:r>
      <w:r w:rsidR="00DB1115" w:rsidRPr="00DB1115">
        <w:rPr>
          <w:rFonts w:ascii="Calibri Light" w:eastAsia="Times New Roman" w:hAnsi="Calibri Light" w:cs="Calibri Light"/>
          <w:lang w:val="lt-LT"/>
        </w:rPr>
        <w:t xml:space="preserve">Tiekėjas tinkamai suteikė, o Pirkėjas priėmė akte išvardintas paslaugas </w:t>
      </w:r>
      <w:r w:rsidRPr="00617E33">
        <w:rPr>
          <w:rFonts w:ascii="Calibri Light" w:eastAsia="Times New Roman" w:hAnsi="Calibri Light" w:cs="Calibri Light"/>
          <w:lang w:val="lt-LT"/>
        </w:rPr>
        <w:t>[</w:t>
      </w:r>
      <w:r w:rsidRPr="00617E33">
        <w:rPr>
          <w:rFonts w:ascii="Calibri Light" w:eastAsia="Times New Roman" w:hAnsi="Calibri Light" w:cs="Calibri Light"/>
          <w:i/>
          <w:lang w:val="lt-LT"/>
        </w:rPr>
        <w:t>įrašyti datą</w:t>
      </w:r>
      <w:r w:rsidRPr="00617E33">
        <w:rPr>
          <w:rFonts w:ascii="Calibri Light" w:eastAsia="Times New Roman" w:hAnsi="Calibri Light" w:cs="Calibri Light"/>
          <w:lang w:val="lt-LT"/>
        </w:rPr>
        <w:t>]</w:t>
      </w:r>
    </w:p>
    <w:p w14:paraId="5F9A476E" w14:textId="77777777" w:rsidR="00336714" w:rsidRPr="00617E33" w:rsidRDefault="00336714" w:rsidP="00336714">
      <w:pPr>
        <w:spacing w:after="0" w:line="240" w:lineRule="auto"/>
        <w:ind w:firstLine="680"/>
        <w:jc w:val="left"/>
        <w:rPr>
          <w:rFonts w:ascii="Calibri Light" w:eastAsia="Times New Roman" w:hAnsi="Calibri Light" w:cs="Calibri Light"/>
          <w:lang w:val="lt-LT"/>
        </w:rPr>
      </w:pPr>
    </w:p>
    <w:tbl>
      <w:tblPr>
        <w:tblStyle w:val="Lentelstinklelis1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336714" w:rsidRPr="00617E33" w14:paraId="1D83D715" w14:textId="77777777" w:rsidTr="00576E03">
        <w:tc>
          <w:tcPr>
            <w:tcW w:w="4786" w:type="dxa"/>
          </w:tcPr>
          <w:p w14:paraId="3CB32BBE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 xml:space="preserve">Perdavė </w:t>
            </w:r>
          </w:p>
        </w:tc>
        <w:tc>
          <w:tcPr>
            <w:tcW w:w="4678" w:type="dxa"/>
          </w:tcPr>
          <w:p w14:paraId="40A1E2BA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Priėmė</w:t>
            </w:r>
          </w:p>
        </w:tc>
      </w:tr>
      <w:tr w:rsidR="00336714" w:rsidRPr="00617E33" w14:paraId="3410BE96" w14:textId="77777777" w:rsidTr="00576E03">
        <w:tc>
          <w:tcPr>
            <w:tcW w:w="4786" w:type="dxa"/>
          </w:tcPr>
          <w:p w14:paraId="65DF0E7A" w14:textId="077477C9" w:rsidR="00336714" w:rsidRPr="00617E33" w:rsidRDefault="00941F9F" w:rsidP="00576E03">
            <w:pPr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Tie</w:t>
            </w:r>
            <w:r w:rsidR="00336714" w:rsidRPr="00617E33">
              <w:rPr>
                <w:rFonts w:ascii="Calibri Light" w:eastAsia="Times New Roman" w:hAnsi="Calibri Light" w:cs="Calibri Light"/>
              </w:rPr>
              <w:t>kėjas</w:t>
            </w:r>
          </w:p>
        </w:tc>
        <w:tc>
          <w:tcPr>
            <w:tcW w:w="4678" w:type="dxa"/>
          </w:tcPr>
          <w:p w14:paraId="393B53F5" w14:textId="1A241F7B" w:rsidR="00336714" w:rsidRPr="00617E33" w:rsidRDefault="00941F9F" w:rsidP="00576E03">
            <w:pPr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Pirkėjas</w:t>
            </w:r>
          </w:p>
        </w:tc>
      </w:tr>
      <w:tr w:rsidR="00336714" w:rsidRPr="00617E33" w14:paraId="39FDC512" w14:textId="77777777" w:rsidTr="00576E03">
        <w:tc>
          <w:tcPr>
            <w:tcW w:w="4786" w:type="dxa"/>
          </w:tcPr>
          <w:p w14:paraId="016C5F81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Parašas</w:t>
            </w:r>
          </w:p>
        </w:tc>
        <w:tc>
          <w:tcPr>
            <w:tcW w:w="4678" w:type="dxa"/>
          </w:tcPr>
          <w:p w14:paraId="359897A1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(Parašas)</w:t>
            </w:r>
          </w:p>
        </w:tc>
      </w:tr>
      <w:tr w:rsidR="00336714" w:rsidRPr="00617E33" w14:paraId="276D5384" w14:textId="77777777" w:rsidTr="00576E03">
        <w:tc>
          <w:tcPr>
            <w:tcW w:w="4786" w:type="dxa"/>
          </w:tcPr>
          <w:p w14:paraId="577E10B7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Vardas, pavardė</w:t>
            </w:r>
          </w:p>
        </w:tc>
        <w:tc>
          <w:tcPr>
            <w:tcW w:w="4678" w:type="dxa"/>
          </w:tcPr>
          <w:p w14:paraId="1A5419C5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Vardas, pavardė</w:t>
            </w:r>
          </w:p>
        </w:tc>
      </w:tr>
      <w:tr w:rsidR="00336714" w:rsidRPr="00617E33" w14:paraId="481C389E" w14:textId="77777777" w:rsidTr="00576E03">
        <w:tc>
          <w:tcPr>
            <w:tcW w:w="4786" w:type="dxa"/>
          </w:tcPr>
          <w:p w14:paraId="2829A43B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Pareigos</w:t>
            </w:r>
          </w:p>
        </w:tc>
        <w:tc>
          <w:tcPr>
            <w:tcW w:w="4678" w:type="dxa"/>
          </w:tcPr>
          <w:p w14:paraId="608E2487" w14:textId="77777777" w:rsidR="00336714" w:rsidRPr="00617E33" w:rsidRDefault="00336714" w:rsidP="00576E03">
            <w:pPr>
              <w:rPr>
                <w:rFonts w:ascii="Calibri Light" w:eastAsia="Times New Roman" w:hAnsi="Calibri Light" w:cs="Calibri Light"/>
              </w:rPr>
            </w:pPr>
            <w:r w:rsidRPr="00617E33">
              <w:rPr>
                <w:rFonts w:ascii="Calibri Light" w:eastAsia="Times New Roman" w:hAnsi="Calibri Light" w:cs="Calibri Light"/>
              </w:rPr>
              <w:t>Pareigos</w:t>
            </w:r>
          </w:p>
        </w:tc>
      </w:tr>
    </w:tbl>
    <w:p w14:paraId="7DB4DC9D" w14:textId="77777777" w:rsidR="00336714" w:rsidRDefault="00336714" w:rsidP="00336714">
      <w:pPr>
        <w:tabs>
          <w:tab w:val="left" w:pos="1134"/>
          <w:tab w:val="left" w:pos="5245"/>
        </w:tabs>
        <w:spacing w:after="0"/>
        <w:jc w:val="center"/>
        <w:rPr>
          <w:rFonts w:ascii="Calibri Light" w:eastAsia="Times New Roman" w:hAnsi="Calibri Light" w:cs="Calibri Light"/>
          <w:b/>
          <w:bCs/>
          <w:lang w:val="lt-LT"/>
        </w:rPr>
      </w:pPr>
    </w:p>
    <w:p w14:paraId="1E805D5C" w14:textId="76D873C4" w:rsidR="00336714" w:rsidRPr="00617E33" w:rsidRDefault="00336714" w:rsidP="00336714">
      <w:pPr>
        <w:tabs>
          <w:tab w:val="left" w:pos="1134"/>
          <w:tab w:val="left" w:pos="5245"/>
        </w:tabs>
        <w:spacing w:after="0"/>
        <w:jc w:val="center"/>
        <w:rPr>
          <w:rFonts w:ascii="Calibri Light" w:eastAsia="Times New Roman" w:hAnsi="Calibri Light" w:cs="Calibri Light"/>
          <w:b/>
          <w:bCs/>
          <w:lang w:val="lt-LT"/>
        </w:rPr>
      </w:pPr>
    </w:p>
    <w:tbl>
      <w:tblPr>
        <w:tblW w:w="9474" w:type="dxa"/>
        <w:tblInd w:w="165" w:type="dxa"/>
        <w:tblLook w:val="0000" w:firstRow="0" w:lastRow="0" w:firstColumn="0" w:lastColumn="0" w:noHBand="0" w:noVBand="0"/>
      </w:tblPr>
      <w:tblGrid>
        <w:gridCol w:w="4479"/>
        <w:gridCol w:w="426"/>
        <w:gridCol w:w="4569"/>
      </w:tblGrid>
      <w:tr w:rsidR="00DE5BEA" w:rsidRPr="00842480" w14:paraId="3857F68E" w14:textId="77777777" w:rsidTr="00A72381">
        <w:trPr>
          <w:trHeight w:val="993"/>
        </w:trPr>
        <w:tc>
          <w:tcPr>
            <w:tcW w:w="4479" w:type="dxa"/>
          </w:tcPr>
          <w:p w14:paraId="03F40878" w14:textId="77777777" w:rsidR="00DE5BEA" w:rsidRPr="00ED4A5A" w:rsidRDefault="00DE5BEA" w:rsidP="00A72381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ED4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PIRKĖJAS</w:t>
            </w:r>
          </w:p>
          <w:p w14:paraId="43F59C3D" w14:textId="77777777" w:rsidR="00DE5BEA" w:rsidRPr="00ED4A5A" w:rsidRDefault="00DE5BEA" w:rsidP="00A72381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  <w:p w14:paraId="4077B64A" w14:textId="77777777" w:rsidR="00DE5BEA" w:rsidRPr="00ED4A5A" w:rsidRDefault="00DE5BEA" w:rsidP="00A72381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ED4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 xml:space="preserve">Informatikos ir ryšių departamentas prie Lietuvos Respublikos vidaus reikalų ministerijos </w:t>
            </w:r>
          </w:p>
          <w:p w14:paraId="4B98FE76" w14:textId="77777777" w:rsidR="00DE5BEA" w:rsidRPr="00ED4A5A" w:rsidRDefault="00DE5BEA" w:rsidP="00A72381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</w:pPr>
          </w:p>
          <w:p w14:paraId="4766DCF1" w14:textId="77777777" w:rsidR="00DE5BEA" w:rsidRPr="00B86052" w:rsidRDefault="00DE5BEA" w:rsidP="00A72381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86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Direktorė</w:t>
            </w:r>
          </w:p>
          <w:p w14:paraId="5036EEDA" w14:textId="77777777" w:rsidR="00DE5BEA" w:rsidRPr="00842480" w:rsidRDefault="00DE5BEA" w:rsidP="00A72381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Viktorija Rūkštelė</w:t>
            </w:r>
          </w:p>
        </w:tc>
        <w:tc>
          <w:tcPr>
            <w:tcW w:w="426" w:type="dxa"/>
          </w:tcPr>
          <w:p w14:paraId="66761136" w14:textId="77777777" w:rsidR="00DE5BEA" w:rsidRPr="00842480" w:rsidRDefault="00DE5BEA" w:rsidP="00A72381">
            <w:pPr>
              <w:keepNext/>
              <w:tabs>
                <w:tab w:val="left" w:pos="9630"/>
              </w:tabs>
              <w:spacing w:after="0" w:line="240" w:lineRule="auto"/>
              <w:ind w:right="8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69" w:type="dxa"/>
          </w:tcPr>
          <w:p w14:paraId="5A7F33A9" w14:textId="77777777" w:rsidR="00DE5BEA" w:rsidRPr="00ED4A5A" w:rsidRDefault="00DE5BEA" w:rsidP="00A72381">
            <w:pPr>
              <w:keepNext/>
              <w:tabs>
                <w:tab w:val="left" w:pos="9630"/>
              </w:tabs>
              <w:spacing w:after="0" w:line="240" w:lineRule="auto"/>
              <w:ind w:right="8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ED4A5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pt-BR"/>
              </w:rPr>
              <w:t>TIEKĖJAS</w:t>
            </w:r>
          </w:p>
          <w:p w14:paraId="5CEDBB93" w14:textId="77777777" w:rsidR="00DE5BEA" w:rsidRPr="00ED4A5A" w:rsidRDefault="00DE5BEA" w:rsidP="00A72381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 w:eastAsia="lt-LT"/>
              </w:rPr>
            </w:pPr>
          </w:p>
          <w:p w14:paraId="2741E6CC" w14:textId="77777777" w:rsidR="00DE5BEA" w:rsidRPr="00ED4A5A" w:rsidRDefault="00DE5BEA" w:rsidP="00A7238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ED4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UAB „Asseco Lietuva“</w:t>
            </w:r>
          </w:p>
          <w:p w14:paraId="263FE545" w14:textId="77777777" w:rsidR="00DE5BEA" w:rsidRPr="00ED4A5A" w:rsidRDefault="00DE5BEA" w:rsidP="00A7238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  <w:p w14:paraId="7C4B54A4" w14:textId="77777777" w:rsidR="00DE5BEA" w:rsidRPr="00ED4A5A" w:rsidRDefault="00DE5BEA" w:rsidP="00A7238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  <w:p w14:paraId="70FB09D7" w14:textId="77777777" w:rsidR="00DE5BEA" w:rsidRPr="00ED4A5A" w:rsidRDefault="00DE5BEA" w:rsidP="00A7238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  <w:p w14:paraId="69B57D75" w14:textId="77777777" w:rsidR="00DE5BEA" w:rsidRPr="00ED4A5A" w:rsidRDefault="00DE5BEA" w:rsidP="00A7238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ED4A5A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Generalinis direktorius </w:t>
            </w:r>
          </w:p>
          <w:p w14:paraId="729AD12F" w14:textId="77777777" w:rsidR="00DE5BEA" w:rsidRPr="00842480" w:rsidRDefault="00DE5BEA" w:rsidP="00A7238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A05">
              <w:rPr>
                <w:rFonts w:ascii="Times New Roman" w:eastAsia="Times New Roman" w:hAnsi="Times New Roman" w:cs="Times New Roman"/>
                <w:sz w:val="24"/>
                <w:szCs w:val="24"/>
              </w:rPr>
              <w:t>Albertas Šermokas</w:t>
            </w:r>
          </w:p>
        </w:tc>
      </w:tr>
    </w:tbl>
    <w:p w14:paraId="3D8A62AC" w14:textId="77777777" w:rsidR="00336714" w:rsidRPr="00D273B5" w:rsidRDefault="00336714" w:rsidP="00336714">
      <w:pPr>
        <w:tabs>
          <w:tab w:val="left" w:pos="284"/>
        </w:tabs>
        <w:spacing w:before="60" w:after="60" w:line="240" w:lineRule="auto"/>
        <w:rPr>
          <w:rFonts w:ascii="Calibri Light" w:hAnsi="Calibri Light" w:cs="Calibri Light"/>
          <w:i/>
          <w:lang w:val="lt-LT"/>
        </w:rPr>
      </w:pPr>
    </w:p>
    <w:sectPr w:rsidR="00336714" w:rsidRPr="00D273B5" w:rsidSect="00131595">
      <w:footerReference w:type="default" r:id="rId13"/>
      <w:pgSz w:w="11907" w:h="16839" w:code="9"/>
      <w:pgMar w:top="1134" w:right="567" w:bottom="1134" w:left="1701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22BED" w14:textId="77777777" w:rsidR="00E46F04" w:rsidRDefault="00E46F04">
      <w:pPr>
        <w:spacing w:after="0" w:line="240" w:lineRule="auto"/>
      </w:pPr>
      <w:r>
        <w:separator/>
      </w:r>
    </w:p>
  </w:endnote>
  <w:endnote w:type="continuationSeparator" w:id="0">
    <w:p w14:paraId="30F7DAB1" w14:textId="77777777" w:rsidR="00E46F04" w:rsidRDefault="00E4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7A47" w14:textId="77777777" w:rsidR="00B86052" w:rsidRPr="00B86052" w:rsidRDefault="00B86052" w:rsidP="00B86052">
    <w:pPr>
      <w:pStyle w:val="Porat"/>
      <w:pBdr>
        <w:top w:val="single" w:sz="4" w:space="0" w:color="95B3D7" w:themeColor="accent1" w:themeTint="99"/>
      </w:pBdr>
      <w:ind w:left="0" w:right="-1"/>
      <w:rPr>
        <w:lang w:val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CEA34" w14:textId="77777777" w:rsidR="00E46F04" w:rsidRDefault="00E46F04">
      <w:pPr>
        <w:spacing w:after="0" w:line="240" w:lineRule="auto"/>
      </w:pPr>
      <w:r>
        <w:separator/>
      </w:r>
    </w:p>
  </w:footnote>
  <w:footnote w:type="continuationSeparator" w:id="0">
    <w:p w14:paraId="0111EB8F" w14:textId="77777777" w:rsidR="00E46F04" w:rsidRDefault="00E46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421F02"/>
    <w:multiLevelType w:val="hybridMultilevel"/>
    <w:tmpl w:val="88A6DD82"/>
    <w:lvl w:ilvl="0" w:tplc="CD36125C">
      <w:start w:val="1"/>
      <w:numFmt w:val="decimal"/>
      <w:lvlText w:val="6.1.%1."/>
      <w:lvlJc w:val="left"/>
      <w:pPr>
        <w:ind w:left="862" w:hanging="360"/>
      </w:pPr>
      <w:rPr>
        <w:rFonts w:ascii="Calibri Light" w:hAnsi="Calibri Light" w:cs="Calibri Light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E59D6"/>
    <w:multiLevelType w:val="hybridMultilevel"/>
    <w:tmpl w:val="A7B67730"/>
    <w:lvl w:ilvl="0" w:tplc="4D041A98">
      <w:start w:val="1"/>
      <w:numFmt w:val="decimal"/>
      <w:lvlText w:val="4.1.%1."/>
      <w:lvlJc w:val="left"/>
      <w:pPr>
        <w:ind w:left="75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1513D3"/>
    <w:multiLevelType w:val="hybridMultilevel"/>
    <w:tmpl w:val="F858EEEA"/>
    <w:lvl w:ilvl="0" w:tplc="4FD29DB8">
      <w:start w:val="1"/>
      <w:numFmt w:val="decimal"/>
      <w:lvlText w:val="5.1.%1."/>
      <w:lvlJc w:val="left"/>
      <w:pPr>
        <w:ind w:left="862" w:hanging="360"/>
      </w:pPr>
      <w:rPr>
        <w:rFonts w:ascii="Calibri Light" w:hAnsi="Calibri Light" w:cs="Calibri Light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0616864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1" w15:restartNumberingAfterBreak="0">
    <w:nsid w:val="22D57CF9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2" w15:restartNumberingAfterBreak="0">
    <w:nsid w:val="25795F63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2A18171E"/>
    <w:multiLevelType w:val="multilevel"/>
    <w:tmpl w:val="0AFCC5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 w15:restartNumberingAfterBreak="0">
    <w:nsid w:val="2A52550C"/>
    <w:multiLevelType w:val="hybridMultilevel"/>
    <w:tmpl w:val="6330A3C4"/>
    <w:lvl w:ilvl="0" w:tplc="E58A757C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A4048"/>
    <w:multiLevelType w:val="hybridMultilevel"/>
    <w:tmpl w:val="FFFFFFFF"/>
    <w:lvl w:ilvl="0" w:tplc="733AF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DC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05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6B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67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56A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0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9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01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6FD50FA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8" w15:restartNumberingAfterBreak="0">
    <w:nsid w:val="3DD55CEE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 w15:restartNumberingAfterBreak="0">
    <w:nsid w:val="452567B7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0" w15:restartNumberingAfterBreak="0">
    <w:nsid w:val="48CE537C"/>
    <w:multiLevelType w:val="hybridMultilevel"/>
    <w:tmpl w:val="2A625916"/>
    <w:lvl w:ilvl="0" w:tplc="39F0386E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86983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2" w15:restartNumberingAfterBreak="0">
    <w:nsid w:val="4A1D0F22"/>
    <w:multiLevelType w:val="hybridMultilevel"/>
    <w:tmpl w:val="62AE1D72"/>
    <w:lvl w:ilvl="0" w:tplc="CD36125C">
      <w:start w:val="1"/>
      <w:numFmt w:val="decimal"/>
      <w:lvlText w:val="6.1.%1."/>
      <w:lvlJc w:val="left"/>
      <w:pPr>
        <w:ind w:left="862" w:hanging="360"/>
      </w:pPr>
      <w:rPr>
        <w:rFonts w:ascii="Calibri Light" w:hAnsi="Calibri Light" w:cs="Calibri Light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719E3"/>
    <w:multiLevelType w:val="hybridMultilevel"/>
    <w:tmpl w:val="F2846C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97396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5" w15:restartNumberingAfterBreak="0">
    <w:nsid w:val="585333CD"/>
    <w:multiLevelType w:val="hybridMultilevel"/>
    <w:tmpl w:val="E14C9A92"/>
    <w:lvl w:ilvl="0" w:tplc="CD36125C">
      <w:start w:val="1"/>
      <w:numFmt w:val="decimal"/>
      <w:lvlText w:val="6.1.%1."/>
      <w:lvlJc w:val="left"/>
      <w:pPr>
        <w:ind w:left="1364" w:hanging="360"/>
      </w:pPr>
      <w:rPr>
        <w:rFonts w:ascii="Calibri Light" w:hAnsi="Calibri Light" w:cs="Calibri Light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5F2567B1"/>
    <w:multiLevelType w:val="hybridMultilevel"/>
    <w:tmpl w:val="7D385F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FE657F0"/>
    <w:multiLevelType w:val="hybridMultilevel"/>
    <w:tmpl w:val="84DC6B46"/>
    <w:lvl w:ilvl="0" w:tplc="F434145C">
      <w:start w:val="1"/>
      <w:numFmt w:val="upperRoman"/>
      <w:pStyle w:val="Skyriauspavadinimas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28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A26B1"/>
    <w:multiLevelType w:val="hybridMultilevel"/>
    <w:tmpl w:val="FEC2F512"/>
    <w:lvl w:ilvl="0" w:tplc="A900D02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10974"/>
    <w:multiLevelType w:val="multilevel"/>
    <w:tmpl w:val="AD32C7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E0642"/>
    <w:multiLevelType w:val="hybridMultilevel"/>
    <w:tmpl w:val="FFFFFFFF"/>
    <w:lvl w:ilvl="0" w:tplc="9FA8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E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9C9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41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0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6C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2D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4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0CE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01AC5"/>
    <w:multiLevelType w:val="hybridMultilevel"/>
    <w:tmpl w:val="1C60141A"/>
    <w:lvl w:ilvl="0" w:tplc="0FE6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96562"/>
    <w:multiLevelType w:val="hybridMultilevel"/>
    <w:tmpl w:val="6330A3C4"/>
    <w:lvl w:ilvl="0" w:tplc="FFFFFFFF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C6822"/>
    <w:multiLevelType w:val="hybridMultilevel"/>
    <w:tmpl w:val="A4889728"/>
    <w:lvl w:ilvl="0" w:tplc="A35C766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05B75"/>
    <w:multiLevelType w:val="multilevel"/>
    <w:tmpl w:val="0004FF6C"/>
    <w:lvl w:ilvl="0">
      <w:start w:val="1"/>
      <w:numFmt w:val="decimal"/>
      <w:lvlText w:val="3.1.%1."/>
      <w:lvlJc w:val="left"/>
      <w:pPr>
        <w:ind w:left="0" w:firstLine="0"/>
      </w:pPr>
      <w:rPr>
        <w:rFonts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37" w15:restartNumberingAfterBreak="0">
    <w:nsid w:val="6E311075"/>
    <w:multiLevelType w:val="hybridMultilevel"/>
    <w:tmpl w:val="195C309E"/>
    <w:lvl w:ilvl="0" w:tplc="A35C766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92C59"/>
    <w:multiLevelType w:val="multilevel"/>
    <w:tmpl w:val="31889F68"/>
    <w:lvl w:ilvl="0">
      <w:start w:val="1"/>
      <w:numFmt w:val="decimal"/>
      <w:lvlText w:val="%1."/>
      <w:lvlJc w:val="left"/>
      <w:pPr>
        <w:ind w:left="0" w:hanging="360"/>
      </w:pPr>
      <w:rPr>
        <w:rFonts w:ascii="Calibri Light" w:hAnsi="Calibri Light" w:cs="Calibri Light" w:hint="default"/>
        <w:color w:val="548DD4" w:themeColor="text2" w:themeTint="99"/>
        <w:sz w:val="24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ascii="Calibri Light" w:hAnsi="Calibri Light" w:cs="Calibri Light" w:hint="default"/>
        <w:b w:val="0"/>
        <w:color w:val="auto"/>
        <w:sz w:val="22"/>
        <w:szCs w:val="20"/>
      </w:rPr>
    </w:lvl>
    <w:lvl w:ilvl="2">
      <w:start w:val="1"/>
      <w:numFmt w:val="decimal"/>
      <w:lvlText w:val="2.1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800"/>
      </w:pPr>
      <w:rPr>
        <w:rFonts w:hint="default"/>
      </w:rPr>
    </w:lvl>
  </w:abstractNum>
  <w:abstractNum w:abstractNumId="39" w15:restartNumberingAfterBreak="0">
    <w:nsid w:val="7611384C"/>
    <w:multiLevelType w:val="multilevel"/>
    <w:tmpl w:val="F21823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num w:numId="1" w16cid:durableId="1804232996">
    <w:abstractNumId w:val="4"/>
  </w:num>
  <w:num w:numId="2" w16cid:durableId="432364052">
    <w:abstractNumId w:val="3"/>
  </w:num>
  <w:num w:numId="3" w16cid:durableId="1301496604">
    <w:abstractNumId w:val="2"/>
  </w:num>
  <w:num w:numId="4" w16cid:durableId="1486049123">
    <w:abstractNumId w:val="1"/>
  </w:num>
  <w:num w:numId="5" w16cid:durableId="558904255">
    <w:abstractNumId w:val="0"/>
  </w:num>
  <w:num w:numId="6" w16cid:durableId="210533279">
    <w:abstractNumId w:val="9"/>
  </w:num>
  <w:num w:numId="7" w16cid:durableId="1232229537">
    <w:abstractNumId w:val="16"/>
  </w:num>
  <w:num w:numId="8" w16cid:durableId="1507289284">
    <w:abstractNumId w:val="38"/>
  </w:num>
  <w:num w:numId="9" w16cid:durableId="849026508">
    <w:abstractNumId w:val="30"/>
  </w:num>
  <w:num w:numId="10" w16cid:durableId="1060132068">
    <w:abstractNumId w:val="11"/>
  </w:num>
  <w:num w:numId="11" w16cid:durableId="256015611">
    <w:abstractNumId w:val="12"/>
  </w:num>
  <w:num w:numId="12" w16cid:durableId="263919911">
    <w:abstractNumId w:val="39"/>
  </w:num>
  <w:num w:numId="13" w16cid:durableId="552927629">
    <w:abstractNumId w:val="21"/>
  </w:num>
  <w:num w:numId="14" w16cid:durableId="74396436">
    <w:abstractNumId w:val="13"/>
  </w:num>
  <w:num w:numId="15" w16cid:durableId="1920282717">
    <w:abstractNumId w:val="19"/>
  </w:num>
  <w:num w:numId="16" w16cid:durableId="220792621">
    <w:abstractNumId w:val="18"/>
  </w:num>
  <w:num w:numId="17" w16cid:durableId="1781798063">
    <w:abstractNumId w:val="17"/>
  </w:num>
  <w:num w:numId="18" w16cid:durableId="1009719642">
    <w:abstractNumId w:val="10"/>
  </w:num>
  <w:num w:numId="19" w16cid:durableId="1515027592">
    <w:abstractNumId w:val="24"/>
  </w:num>
  <w:num w:numId="20" w16cid:durableId="1950158891">
    <w:abstractNumId w:val="20"/>
  </w:num>
  <w:num w:numId="21" w16cid:durableId="1574584123">
    <w:abstractNumId w:val="29"/>
  </w:num>
  <w:num w:numId="22" w16cid:durableId="1772316425">
    <w:abstractNumId w:val="7"/>
  </w:num>
  <w:num w:numId="23" w16cid:durableId="1472863569">
    <w:abstractNumId w:val="8"/>
  </w:num>
  <w:num w:numId="24" w16cid:durableId="1654794239">
    <w:abstractNumId w:val="32"/>
  </w:num>
  <w:num w:numId="25" w16cid:durableId="201671294">
    <w:abstractNumId w:val="35"/>
  </w:num>
  <w:num w:numId="26" w16cid:durableId="1829129351">
    <w:abstractNumId w:val="37"/>
  </w:num>
  <w:num w:numId="27" w16cid:durableId="649289947">
    <w:abstractNumId w:val="23"/>
  </w:num>
  <w:num w:numId="28" w16cid:durableId="52773226">
    <w:abstractNumId w:val="22"/>
  </w:num>
  <w:num w:numId="29" w16cid:durableId="1428887181">
    <w:abstractNumId w:val="25"/>
  </w:num>
  <w:num w:numId="30" w16cid:durableId="1082721013">
    <w:abstractNumId w:val="5"/>
  </w:num>
  <w:num w:numId="31" w16cid:durableId="483204788">
    <w:abstractNumId w:val="14"/>
  </w:num>
  <w:num w:numId="32" w16cid:durableId="1989899966">
    <w:abstractNumId w:val="33"/>
  </w:num>
  <w:num w:numId="33" w16cid:durableId="1516917841">
    <w:abstractNumId w:val="15"/>
  </w:num>
  <w:num w:numId="34" w16cid:durableId="2105684055">
    <w:abstractNumId w:val="31"/>
  </w:num>
  <w:num w:numId="35" w16cid:durableId="371005059">
    <w:abstractNumId w:val="26"/>
  </w:num>
  <w:num w:numId="36" w16cid:durableId="1789858266">
    <w:abstractNumId w:val="36"/>
  </w:num>
  <w:num w:numId="37" w16cid:durableId="494614562">
    <w:abstractNumId w:val="28"/>
  </w:num>
  <w:num w:numId="38" w16cid:durableId="1473055655">
    <w:abstractNumId w:val="34"/>
  </w:num>
  <w:num w:numId="39" w16cid:durableId="510532351">
    <w:abstractNumId w:val="6"/>
  </w:num>
  <w:num w:numId="40" w16cid:durableId="588586024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Q1MzcxMLW0tDRR0lEKTi0uzszPAykwrAUAdbgi3CwAAAA="/>
  </w:docVars>
  <w:rsids>
    <w:rsidRoot w:val="006D305F"/>
    <w:rsid w:val="00001963"/>
    <w:rsid w:val="00001DCD"/>
    <w:rsid w:val="00002639"/>
    <w:rsid w:val="00002A23"/>
    <w:rsid w:val="00002F38"/>
    <w:rsid w:val="000039A5"/>
    <w:rsid w:val="00003EFC"/>
    <w:rsid w:val="000043D1"/>
    <w:rsid w:val="000050A5"/>
    <w:rsid w:val="00005EA6"/>
    <w:rsid w:val="00011C23"/>
    <w:rsid w:val="00017E41"/>
    <w:rsid w:val="000204A6"/>
    <w:rsid w:val="000213D6"/>
    <w:rsid w:val="000251B8"/>
    <w:rsid w:val="00025C2C"/>
    <w:rsid w:val="00026A54"/>
    <w:rsid w:val="000270ED"/>
    <w:rsid w:val="00027F09"/>
    <w:rsid w:val="00032092"/>
    <w:rsid w:val="0003366F"/>
    <w:rsid w:val="0003446B"/>
    <w:rsid w:val="00036060"/>
    <w:rsid w:val="00036DBB"/>
    <w:rsid w:val="00037185"/>
    <w:rsid w:val="00041E3C"/>
    <w:rsid w:val="0004269F"/>
    <w:rsid w:val="00044238"/>
    <w:rsid w:val="00045F8C"/>
    <w:rsid w:val="0004685E"/>
    <w:rsid w:val="00052DD8"/>
    <w:rsid w:val="00053743"/>
    <w:rsid w:val="00054789"/>
    <w:rsid w:val="000556B7"/>
    <w:rsid w:val="00055BD0"/>
    <w:rsid w:val="00055EEA"/>
    <w:rsid w:val="0005633C"/>
    <w:rsid w:val="00061076"/>
    <w:rsid w:val="00062339"/>
    <w:rsid w:val="00062D0D"/>
    <w:rsid w:val="0006470C"/>
    <w:rsid w:val="00065506"/>
    <w:rsid w:val="00066ED0"/>
    <w:rsid w:val="00072145"/>
    <w:rsid w:val="000731A6"/>
    <w:rsid w:val="0007339C"/>
    <w:rsid w:val="00076880"/>
    <w:rsid w:val="000777D3"/>
    <w:rsid w:val="00077819"/>
    <w:rsid w:val="00077F4E"/>
    <w:rsid w:val="00080339"/>
    <w:rsid w:val="00082770"/>
    <w:rsid w:val="00084E18"/>
    <w:rsid w:val="00084F44"/>
    <w:rsid w:val="00086114"/>
    <w:rsid w:val="00086284"/>
    <w:rsid w:val="00092518"/>
    <w:rsid w:val="0009504A"/>
    <w:rsid w:val="00097241"/>
    <w:rsid w:val="00097560"/>
    <w:rsid w:val="000A0A83"/>
    <w:rsid w:val="000A1618"/>
    <w:rsid w:val="000A1D19"/>
    <w:rsid w:val="000A23D3"/>
    <w:rsid w:val="000A57F2"/>
    <w:rsid w:val="000A61E0"/>
    <w:rsid w:val="000B0A6A"/>
    <w:rsid w:val="000B1A6F"/>
    <w:rsid w:val="000B2D98"/>
    <w:rsid w:val="000B53B0"/>
    <w:rsid w:val="000C0BEE"/>
    <w:rsid w:val="000C1C56"/>
    <w:rsid w:val="000C1CDC"/>
    <w:rsid w:val="000C2337"/>
    <w:rsid w:val="000C43D2"/>
    <w:rsid w:val="000C690A"/>
    <w:rsid w:val="000D0B5B"/>
    <w:rsid w:val="000D0C23"/>
    <w:rsid w:val="000D122A"/>
    <w:rsid w:val="000D1801"/>
    <w:rsid w:val="000D610B"/>
    <w:rsid w:val="000D7E96"/>
    <w:rsid w:val="000E181D"/>
    <w:rsid w:val="000E1906"/>
    <w:rsid w:val="000E416B"/>
    <w:rsid w:val="000E4BAA"/>
    <w:rsid w:val="000E63C9"/>
    <w:rsid w:val="000F1151"/>
    <w:rsid w:val="000F33C7"/>
    <w:rsid w:val="000F4D3D"/>
    <w:rsid w:val="000F554D"/>
    <w:rsid w:val="000F5D57"/>
    <w:rsid w:val="000F6B0B"/>
    <w:rsid w:val="001038C5"/>
    <w:rsid w:val="00103A07"/>
    <w:rsid w:val="00105923"/>
    <w:rsid w:val="00106F29"/>
    <w:rsid w:val="00107321"/>
    <w:rsid w:val="0011021F"/>
    <w:rsid w:val="00112E60"/>
    <w:rsid w:val="00113927"/>
    <w:rsid w:val="0011465D"/>
    <w:rsid w:val="00115398"/>
    <w:rsid w:val="00115DE0"/>
    <w:rsid w:val="0011668E"/>
    <w:rsid w:val="00120B2D"/>
    <w:rsid w:val="00123F32"/>
    <w:rsid w:val="00124471"/>
    <w:rsid w:val="00125C2E"/>
    <w:rsid w:val="00127073"/>
    <w:rsid w:val="001279A5"/>
    <w:rsid w:val="00131595"/>
    <w:rsid w:val="0013231E"/>
    <w:rsid w:val="001328BA"/>
    <w:rsid w:val="00134805"/>
    <w:rsid w:val="001428D0"/>
    <w:rsid w:val="00143174"/>
    <w:rsid w:val="001432E7"/>
    <w:rsid w:val="00143AA4"/>
    <w:rsid w:val="0014465A"/>
    <w:rsid w:val="001458F5"/>
    <w:rsid w:val="001505F0"/>
    <w:rsid w:val="0015224A"/>
    <w:rsid w:val="00152EDB"/>
    <w:rsid w:val="00153F22"/>
    <w:rsid w:val="001549B5"/>
    <w:rsid w:val="001552C0"/>
    <w:rsid w:val="0016225E"/>
    <w:rsid w:val="00165468"/>
    <w:rsid w:val="00165DAA"/>
    <w:rsid w:val="00167724"/>
    <w:rsid w:val="00171C82"/>
    <w:rsid w:val="00172C17"/>
    <w:rsid w:val="001760D9"/>
    <w:rsid w:val="00180F48"/>
    <w:rsid w:val="00182825"/>
    <w:rsid w:val="00184E34"/>
    <w:rsid w:val="00185D52"/>
    <w:rsid w:val="00185F21"/>
    <w:rsid w:val="00192838"/>
    <w:rsid w:val="00194EA9"/>
    <w:rsid w:val="001963C3"/>
    <w:rsid w:val="001A0AC6"/>
    <w:rsid w:val="001A1A1C"/>
    <w:rsid w:val="001A275D"/>
    <w:rsid w:val="001A2D4E"/>
    <w:rsid w:val="001A3652"/>
    <w:rsid w:val="001A6565"/>
    <w:rsid w:val="001A7493"/>
    <w:rsid w:val="001B05C8"/>
    <w:rsid w:val="001B189E"/>
    <w:rsid w:val="001B2112"/>
    <w:rsid w:val="001B7AC7"/>
    <w:rsid w:val="001B7BEB"/>
    <w:rsid w:val="001C015A"/>
    <w:rsid w:val="001C7F01"/>
    <w:rsid w:val="001D1EC2"/>
    <w:rsid w:val="001D26B5"/>
    <w:rsid w:val="001D273C"/>
    <w:rsid w:val="001D32D3"/>
    <w:rsid w:val="001D6395"/>
    <w:rsid w:val="001D7B27"/>
    <w:rsid w:val="001F0C86"/>
    <w:rsid w:val="001F335D"/>
    <w:rsid w:val="001F3F23"/>
    <w:rsid w:val="001F6330"/>
    <w:rsid w:val="00201963"/>
    <w:rsid w:val="0020299D"/>
    <w:rsid w:val="00203D2F"/>
    <w:rsid w:val="0020503E"/>
    <w:rsid w:val="0020542B"/>
    <w:rsid w:val="00207622"/>
    <w:rsid w:val="002101D9"/>
    <w:rsid w:val="00210D07"/>
    <w:rsid w:val="0021194A"/>
    <w:rsid w:val="00211AD7"/>
    <w:rsid w:val="00215B28"/>
    <w:rsid w:val="002164DF"/>
    <w:rsid w:val="00216CC3"/>
    <w:rsid w:val="0022034A"/>
    <w:rsid w:val="00223782"/>
    <w:rsid w:val="002253B5"/>
    <w:rsid w:val="00230BD5"/>
    <w:rsid w:val="00230C9A"/>
    <w:rsid w:val="00233A12"/>
    <w:rsid w:val="00234785"/>
    <w:rsid w:val="002379D0"/>
    <w:rsid w:val="0024334A"/>
    <w:rsid w:val="00243A47"/>
    <w:rsid w:val="00247DBA"/>
    <w:rsid w:val="00250406"/>
    <w:rsid w:val="0025598F"/>
    <w:rsid w:val="00255CAD"/>
    <w:rsid w:val="002576D5"/>
    <w:rsid w:val="00257FC4"/>
    <w:rsid w:val="002607C9"/>
    <w:rsid w:val="00261339"/>
    <w:rsid w:val="00261B88"/>
    <w:rsid w:val="00262103"/>
    <w:rsid w:val="00263108"/>
    <w:rsid w:val="0026357D"/>
    <w:rsid w:val="00265809"/>
    <w:rsid w:val="002677A6"/>
    <w:rsid w:val="0027333C"/>
    <w:rsid w:val="00273CFD"/>
    <w:rsid w:val="00276BFA"/>
    <w:rsid w:val="0027754B"/>
    <w:rsid w:val="00281030"/>
    <w:rsid w:val="00281958"/>
    <w:rsid w:val="00282248"/>
    <w:rsid w:val="0028250F"/>
    <w:rsid w:val="00282CC3"/>
    <w:rsid w:val="00282E42"/>
    <w:rsid w:val="00285D71"/>
    <w:rsid w:val="002862F1"/>
    <w:rsid w:val="00286C08"/>
    <w:rsid w:val="00290944"/>
    <w:rsid w:val="002912FE"/>
    <w:rsid w:val="00292FAC"/>
    <w:rsid w:val="00293153"/>
    <w:rsid w:val="00296010"/>
    <w:rsid w:val="00296753"/>
    <w:rsid w:val="0029701E"/>
    <w:rsid w:val="002A5ADA"/>
    <w:rsid w:val="002A626E"/>
    <w:rsid w:val="002A73BA"/>
    <w:rsid w:val="002B0527"/>
    <w:rsid w:val="002B0C49"/>
    <w:rsid w:val="002B1B71"/>
    <w:rsid w:val="002B3006"/>
    <w:rsid w:val="002B552C"/>
    <w:rsid w:val="002B6296"/>
    <w:rsid w:val="002B6319"/>
    <w:rsid w:val="002B6745"/>
    <w:rsid w:val="002B689E"/>
    <w:rsid w:val="002B7579"/>
    <w:rsid w:val="002C0B74"/>
    <w:rsid w:val="002C25B6"/>
    <w:rsid w:val="002C3450"/>
    <w:rsid w:val="002C3F4C"/>
    <w:rsid w:val="002C49D9"/>
    <w:rsid w:val="002C4E6E"/>
    <w:rsid w:val="002C6B65"/>
    <w:rsid w:val="002C7618"/>
    <w:rsid w:val="002C7F2C"/>
    <w:rsid w:val="002D2EE7"/>
    <w:rsid w:val="002D3BC2"/>
    <w:rsid w:val="002E0350"/>
    <w:rsid w:val="002E1993"/>
    <w:rsid w:val="002E6EAF"/>
    <w:rsid w:val="002F4236"/>
    <w:rsid w:val="002F5626"/>
    <w:rsid w:val="002F7075"/>
    <w:rsid w:val="00300559"/>
    <w:rsid w:val="00302F8C"/>
    <w:rsid w:val="00305A9A"/>
    <w:rsid w:val="00307AA9"/>
    <w:rsid w:val="003150D0"/>
    <w:rsid w:val="003155D6"/>
    <w:rsid w:val="003226E7"/>
    <w:rsid w:val="003236D0"/>
    <w:rsid w:val="0033079E"/>
    <w:rsid w:val="003310F5"/>
    <w:rsid w:val="00333AE1"/>
    <w:rsid w:val="00334A5F"/>
    <w:rsid w:val="0033550B"/>
    <w:rsid w:val="00336714"/>
    <w:rsid w:val="003417D8"/>
    <w:rsid w:val="00341C69"/>
    <w:rsid w:val="0034278B"/>
    <w:rsid w:val="00343EDB"/>
    <w:rsid w:val="003449B9"/>
    <w:rsid w:val="00346CAC"/>
    <w:rsid w:val="0035123E"/>
    <w:rsid w:val="00351C8D"/>
    <w:rsid w:val="003527DF"/>
    <w:rsid w:val="00354C00"/>
    <w:rsid w:val="003552B7"/>
    <w:rsid w:val="00355B56"/>
    <w:rsid w:val="00356391"/>
    <w:rsid w:val="00357A52"/>
    <w:rsid w:val="00357BD5"/>
    <w:rsid w:val="00360745"/>
    <w:rsid w:val="00360DA7"/>
    <w:rsid w:val="00362DF4"/>
    <w:rsid w:val="00366566"/>
    <w:rsid w:val="0036677E"/>
    <w:rsid w:val="00366BC2"/>
    <w:rsid w:val="003673D6"/>
    <w:rsid w:val="00367F36"/>
    <w:rsid w:val="00370341"/>
    <w:rsid w:val="00370406"/>
    <w:rsid w:val="00370773"/>
    <w:rsid w:val="00381861"/>
    <w:rsid w:val="00382E24"/>
    <w:rsid w:val="00383DA6"/>
    <w:rsid w:val="0038548B"/>
    <w:rsid w:val="00385616"/>
    <w:rsid w:val="003863E4"/>
    <w:rsid w:val="00386DCD"/>
    <w:rsid w:val="00395EFD"/>
    <w:rsid w:val="00396470"/>
    <w:rsid w:val="0039787C"/>
    <w:rsid w:val="00397A01"/>
    <w:rsid w:val="003A0FE4"/>
    <w:rsid w:val="003A118B"/>
    <w:rsid w:val="003A1596"/>
    <w:rsid w:val="003A4FAD"/>
    <w:rsid w:val="003A5FC9"/>
    <w:rsid w:val="003A6FED"/>
    <w:rsid w:val="003B0B81"/>
    <w:rsid w:val="003B1609"/>
    <w:rsid w:val="003B531F"/>
    <w:rsid w:val="003B5900"/>
    <w:rsid w:val="003B7152"/>
    <w:rsid w:val="003C02F1"/>
    <w:rsid w:val="003C392B"/>
    <w:rsid w:val="003C60C3"/>
    <w:rsid w:val="003C6511"/>
    <w:rsid w:val="003C6B2B"/>
    <w:rsid w:val="003D0DA8"/>
    <w:rsid w:val="003D4D74"/>
    <w:rsid w:val="003D5439"/>
    <w:rsid w:val="003D61C4"/>
    <w:rsid w:val="003E207A"/>
    <w:rsid w:val="003E49D5"/>
    <w:rsid w:val="003E761A"/>
    <w:rsid w:val="003F07DC"/>
    <w:rsid w:val="003F0AC3"/>
    <w:rsid w:val="003F1AC0"/>
    <w:rsid w:val="003F20DE"/>
    <w:rsid w:val="003F2E3F"/>
    <w:rsid w:val="003F379C"/>
    <w:rsid w:val="003F3D77"/>
    <w:rsid w:val="003F451D"/>
    <w:rsid w:val="003F55E7"/>
    <w:rsid w:val="003F5C62"/>
    <w:rsid w:val="003F6BEF"/>
    <w:rsid w:val="003F6C42"/>
    <w:rsid w:val="00403246"/>
    <w:rsid w:val="00403AC9"/>
    <w:rsid w:val="00404799"/>
    <w:rsid w:val="004049BB"/>
    <w:rsid w:val="00404FDE"/>
    <w:rsid w:val="004052A0"/>
    <w:rsid w:val="004053F7"/>
    <w:rsid w:val="00405559"/>
    <w:rsid w:val="00412269"/>
    <w:rsid w:val="00412BDD"/>
    <w:rsid w:val="00415A23"/>
    <w:rsid w:val="00416409"/>
    <w:rsid w:val="004222E8"/>
    <w:rsid w:val="004240B1"/>
    <w:rsid w:val="0042488F"/>
    <w:rsid w:val="004252BA"/>
    <w:rsid w:val="0042600F"/>
    <w:rsid w:val="00430A6E"/>
    <w:rsid w:val="0043190A"/>
    <w:rsid w:val="00433025"/>
    <w:rsid w:val="0043781A"/>
    <w:rsid w:val="00442B45"/>
    <w:rsid w:val="00442EF5"/>
    <w:rsid w:val="00443697"/>
    <w:rsid w:val="0044629C"/>
    <w:rsid w:val="004470EE"/>
    <w:rsid w:val="0044747E"/>
    <w:rsid w:val="00447F1C"/>
    <w:rsid w:val="0045188C"/>
    <w:rsid w:val="004539C4"/>
    <w:rsid w:val="004539F4"/>
    <w:rsid w:val="00454AC2"/>
    <w:rsid w:val="00454FBD"/>
    <w:rsid w:val="004564F9"/>
    <w:rsid w:val="00462DE6"/>
    <w:rsid w:val="00466866"/>
    <w:rsid w:val="00466F81"/>
    <w:rsid w:val="00467E7D"/>
    <w:rsid w:val="00470AB6"/>
    <w:rsid w:val="0047250A"/>
    <w:rsid w:val="00476B7C"/>
    <w:rsid w:val="0047713F"/>
    <w:rsid w:val="00480704"/>
    <w:rsid w:val="00482726"/>
    <w:rsid w:val="00483E3A"/>
    <w:rsid w:val="00484BC8"/>
    <w:rsid w:val="00487767"/>
    <w:rsid w:val="0048798F"/>
    <w:rsid w:val="00487CB2"/>
    <w:rsid w:val="00496DE1"/>
    <w:rsid w:val="004A2E21"/>
    <w:rsid w:val="004A2F52"/>
    <w:rsid w:val="004A33EE"/>
    <w:rsid w:val="004A51A5"/>
    <w:rsid w:val="004A592D"/>
    <w:rsid w:val="004A5CA8"/>
    <w:rsid w:val="004A691C"/>
    <w:rsid w:val="004A7278"/>
    <w:rsid w:val="004B2DFC"/>
    <w:rsid w:val="004B42A6"/>
    <w:rsid w:val="004B5637"/>
    <w:rsid w:val="004B5928"/>
    <w:rsid w:val="004B5E92"/>
    <w:rsid w:val="004B5EE1"/>
    <w:rsid w:val="004C030D"/>
    <w:rsid w:val="004C1B12"/>
    <w:rsid w:val="004C4182"/>
    <w:rsid w:val="004D2E01"/>
    <w:rsid w:val="004D2E32"/>
    <w:rsid w:val="004D64C6"/>
    <w:rsid w:val="004D6648"/>
    <w:rsid w:val="004E1BDF"/>
    <w:rsid w:val="004E2065"/>
    <w:rsid w:val="004E2DBF"/>
    <w:rsid w:val="004E3860"/>
    <w:rsid w:val="004E4DC2"/>
    <w:rsid w:val="004E5655"/>
    <w:rsid w:val="004E76BD"/>
    <w:rsid w:val="004F3E30"/>
    <w:rsid w:val="004F61E1"/>
    <w:rsid w:val="005018A6"/>
    <w:rsid w:val="0050743B"/>
    <w:rsid w:val="00507862"/>
    <w:rsid w:val="0051108E"/>
    <w:rsid w:val="00511227"/>
    <w:rsid w:val="00513744"/>
    <w:rsid w:val="00514109"/>
    <w:rsid w:val="00515633"/>
    <w:rsid w:val="005203C5"/>
    <w:rsid w:val="00521503"/>
    <w:rsid w:val="0052310D"/>
    <w:rsid w:val="00525F83"/>
    <w:rsid w:val="0052639D"/>
    <w:rsid w:val="00526772"/>
    <w:rsid w:val="0053154C"/>
    <w:rsid w:val="005332C7"/>
    <w:rsid w:val="005359AE"/>
    <w:rsid w:val="00537D0A"/>
    <w:rsid w:val="00542DF1"/>
    <w:rsid w:val="00542F9A"/>
    <w:rsid w:val="0054393F"/>
    <w:rsid w:val="00543ABA"/>
    <w:rsid w:val="00547246"/>
    <w:rsid w:val="00550886"/>
    <w:rsid w:val="0055529E"/>
    <w:rsid w:val="00556361"/>
    <w:rsid w:val="00557420"/>
    <w:rsid w:val="00557530"/>
    <w:rsid w:val="00564974"/>
    <w:rsid w:val="00564F57"/>
    <w:rsid w:val="005650A3"/>
    <w:rsid w:val="005676BF"/>
    <w:rsid w:val="0057366E"/>
    <w:rsid w:val="0057465F"/>
    <w:rsid w:val="00576756"/>
    <w:rsid w:val="00577053"/>
    <w:rsid w:val="00577111"/>
    <w:rsid w:val="00577686"/>
    <w:rsid w:val="00580F2F"/>
    <w:rsid w:val="00581F80"/>
    <w:rsid w:val="0058265E"/>
    <w:rsid w:val="00583277"/>
    <w:rsid w:val="0058576B"/>
    <w:rsid w:val="00586678"/>
    <w:rsid w:val="00587AC4"/>
    <w:rsid w:val="00587CE0"/>
    <w:rsid w:val="005903A0"/>
    <w:rsid w:val="005933B8"/>
    <w:rsid w:val="00596C30"/>
    <w:rsid w:val="005976DA"/>
    <w:rsid w:val="005A2591"/>
    <w:rsid w:val="005A297B"/>
    <w:rsid w:val="005A4765"/>
    <w:rsid w:val="005A52FD"/>
    <w:rsid w:val="005A79B7"/>
    <w:rsid w:val="005B1C22"/>
    <w:rsid w:val="005B463E"/>
    <w:rsid w:val="005C1748"/>
    <w:rsid w:val="005C2AAA"/>
    <w:rsid w:val="005C63FE"/>
    <w:rsid w:val="005D19DD"/>
    <w:rsid w:val="005D1C93"/>
    <w:rsid w:val="005D1D61"/>
    <w:rsid w:val="005D34D3"/>
    <w:rsid w:val="005D4EB8"/>
    <w:rsid w:val="005D6E77"/>
    <w:rsid w:val="005E1BA9"/>
    <w:rsid w:val="005E22C9"/>
    <w:rsid w:val="005E66EA"/>
    <w:rsid w:val="005E7772"/>
    <w:rsid w:val="005E7ED4"/>
    <w:rsid w:val="005F0EBE"/>
    <w:rsid w:val="005F1210"/>
    <w:rsid w:val="005F1784"/>
    <w:rsid w:val="005F49E0"/>
    <w:rsid w:val="00602E4B"/>
    <w:rsid w:val="00604800"/>
    <w:rsid w:val="00616091"/>
    <w:rsid w:val="006171F1"/>
    <w:rsid w:val="00617E33"/>
    <w:rsid w:val="0062098E"/>
    <w:rsid w:val="00621A94"/>
    <w:rsid w:val="00625D32"/>
    <w:rsid w:val="0062688A"/>
    <w:rsid w:val="0063093F"/>
    <w:rsid w:val="00633D88"/>
    <w:rsid w:val="0064005E"/>
    <w:rsid w:val="0064489F"/>
    <w:rsid w:val="00646293"/>
    <w:rsid w:val="0065273C"/>
    <w:rsid w:val="00652ABC"/>
    <w:rsid w:val="00653097"/>
    <w:rsid w:val="00653409"/>
    <w:rsid w:val="0065416A"/>
    <w:rsid w:val="00661C4C"/>
    <w:rsid w:val="00671C08"/>
    <w:rsid w:val="00672121"/>
    <w:rsid w:val="0067473C"/>
    <w:rsid w:val="006749AA"/>
    <w:rsid w:val="00685425"/>
    <w:rsid w:val="0068660B"/>
    <w:rsid w:val="0068775C"/>
    <w:rsid w:val="006879EA"/>
    <w:rsid w:val="00691F8E"/>
    <w:rsid w:val="00692FA5"/>
    <w:rsid w:val="006933FF"/>
    <w:rsid w:val="00693E19"/>
    <w:rsid w:val="00695755"/>
    <w:rsid w:val="00697105"/>
    <w:rsid w:val="006A2DF1"/>
    <w:rsid w:val="006A4F3F"/>
    <w:rsid w:val="006A6A88"/>
    <w:rsid w:val="006B0AE3"/>
    <w:rsid w:val="006B16C5"/>
    <w:rsid w:val="006B2576"/>
    <w:rsid w:val="006B3FAD"/>
    <w:rsid w:val="006B5389"/>
    <w:rsid w:val="006B5E17"/>
    <w:rsid w:val="006B79D6"/>
    <w:rsid w:val="006C070D"/>
    <w:rsid w:val="006C1E6F"/>
    <w:rsid w:val="006C24F1"/>
    <w:rsid w:val="006C25B9"/>
    <w:rsid w:val="006C2736"/>
    <w:rsid w:val="006C460B"/>
    <w:rsid w:val="006C5BA9"/>
    <w:rsid w:val="006C785A"/>
    <w:rsid w:val="006D305F"/>
    <w:rsid w:val="006D6F6B"/>
    <w:rsid w:val="006D7411"/>
    <w:rsid w:val="006E1481"/>
    <w:rsid w:val="006E2725"/>
    <w:rsid w:val="006E55F9"/>
    <w:rsid w:val="006F0AA1"/>
    <w:rsid w:val="006F0D06"/>
    <w:rsid w:val="006F1319"/>
    <w:rsid w:val="006F2448"/>
    <w:rsid w:val="006F34FC"/>
    <w:rsid w:val="006F40AA"/>
    <w:rsid w:val="006F599E"/>
    <w:rsid w:val="006F5C00"/>
    <w:rsid w:val="006F7BCE"/>
    <w:rsid w:val="00707818"/>
    <w:rsid w:val="00711888"/>
    <w:rsid w:val="00713D21"/>
    <w:rsid w:val="00714818"/>
    <w:rsid w:val="00716A66"/>
    <w:rsid w:val="00717C59"/>
    <w:rsid w:val="00727C10"/>
    <w:rsid w:val="007304A2"/>
    <w:rsid w:val="00733BB8"/>
    <w:rsid w:val="00737E6F"/>
    <w:rsid w:val="00741436"/>
    <w:rsid w:val="00741B51"/>
    <w:rsid w:val="00742209"/>
    <w:rsid w:val="00742D94"/>
    <w:rsid w:val="00744395"/>
    <w:rsid w:val="00744901"/>
    <w:rsid w:val="00744A4C"/>
    <w:rsid w:val="00745276"/>
    <w:rsid w:val="007458FB"/>
    <w:rsid w:val="00746251"/>
    <w:rsid w:val="007478A3"/>
    <w:rsid w:val="00752758"/>
    <w:rsid w:val="00753A68"/>
    <w:rsid w:val="0075678C"/>
    <w:rsid w:val="00757F16"/>
    <w:rsid w:val="007607C8"/>
    <w:rsid w:val="007608EF"/>
    <w:rsid w:val="00760961"/>
    <w:rsid w:val="00761B00"/>
    <w:rsid w:val="0076312B"/>
    <w:rsid w:val="00763AEC"/>
    <w:rsid w:val="007640FC"/>
    <w:rsid w:val="007651CB"/>
    <w:rsid w:val="00770A2E"/>
    <w:rsid w:val="00774868"/>
    <w:rsid w:val="00776A3B"/>
    <w:rsid w:val="00777004"/>
    <w:rsid w:val="007775F5"/>
    <w:rsid w:val="00780B5D"/>
    <w:rsid w:val="00781241"/>
    <w:rsid w:val="0078138A"/>
    <w:rsid w:val="007818A2"/>
    <w:rsid w:val="00782285"/>
    <w:rsid w:val="0078428B"/>
    <w:rsid w:val="0078613A"/>
    <w:rsid w:val="00790956"/>
    <w:rsid w:val="00790CE2"/>
    <w:rsid w:val="00791534"/>
    <w:rsid w:val="00791CCE"/>
    <w:rsid w:val="00791EFF"/>
    <w:rsid w:val="007923B2"/>
    <w:rsid w:val="00792BC7"/>
    <w:rsid w:val="00794387"/>
    <w:rsid w:val="00795452"/>
    <w:rsid w:val="007A087D"/>
    <w:rsid w:val="007A6859"/>
    <w:rsid w:val="007B0057"/>
    <w:rsid w:val="007B2144"/>
    <w:rsid w:val="007B2719"/>
    <w:rsid w:val="007B5DE6"/>
    <w:rsid w:val="007C00CC"/>
    <w:rsid w:val="007C1DBF"/>
    <w:rsid w:val="007C1EB6"/>
    <w:rsid w:val="007C20FD"/>
    <w:rsid w:val="007C36BB"/>
    <w:rsid w:val="007C4507"/>
    <w:rsid w:val="007C46DE"/>
    <w:rsid w:val="007C58D4"/>
    <w:rsid w:val="007C6AE7"/>
    <w:rsid w:val="007D08A8"/>
    <w:rsid w:val="007D2469"/>
    <w:rsid w:val="007D2554"/>
    <w:rsid w:val="007D2A4B"/>
    <w:rsid w:val="007D484D"/>
    <w:rsid w:val="007E41FC"/>
    <w:rsid w:val="007E51F6"/>
    <w:rsid w:val="007E6A58"/>
    <w:rsid w:val="007E7047"/>
    <w:rsid w:val="007F04EF"/>
    <w:rsid w:val="007F1667"/>
    <w:rsid w:val="007F3306"/>
    <w:rsid w:val="007F7EC3"/>
    <w:rsid w:val="008006F1"/>
    <w:rsid w:val="00801195"/>
    <w:rsid w:val="00801E08"/>
    <w:rsid w:val="00802CCC"/>
    <w:rsid w:val="00803307"/>
    <w:rsid w:val="00803EB6"/>
    <w:rsid w:val="00804299"/>
    <w:rsid w:val="008116BD"/>
    <w:rsid w:val="00811FE1"/>
    <w:rsid w:val="00813316"/>
    <w:rsid w:val="00816949"/>
    <w:rsid w:val="00817266"/>
    <w:rsid w:val="0082003A"/>
    <w:rsid w:val="00821380"/>
    <w:rsid w:val="00823761"/>
    <w:rsid w:val="00823BB4"/>
    <w:rsid w:val="00824B34"/>
    <w:rsid w:val="00831805"/>
    <w:rsid w:val="00831DA6"/>
    <w:rsid w:val="008321CF"/>
    <w:rsid w:val="008321E4"/>
    <w:rsid w:val="0083324D"/>
    <w:rsid w:val="0083516F"/>
    <w:rsid w:val="008360AF"/>
    <w:rsid w:val="00841385"/>
    <w:rsid w:val="0084149F"/>
    <w:rsid w:val="008430BA"/>
    <w:rsid w:val="0084411A"/>
    <w:rsid w:val="00846AAF"/>
    <w:rsid w:val="00847455"/>
    <w:rsid w:val="008500E5"/>
    <w:rsid w:val="00851034"/>
    <w:rsid w:val="00851CC1"/>
    <w:rsid w:val="00854901"/>
    <w:rsid w:val="008549C7"/>
    <w:rsid w:val="008609D6"/>
    <w:rsid w:val="00861471"/>
    <w:rsid w:val="0086287F"/>
    <w:rsid w:val="00862D0B"/>
    <w:rsid w:val="00862EA0"/>
    <w:rsid w:val="008651F5"/>
    <w:rsid w:val="00867A46"/>
    <w:rsid w:val="008702D5"/>
    <w:rsid w:val="00873476"/>
    <w:rsid w:val="008735ED"/>
    <w:rsid w:val="00873AF1"/>
    <w:rsid w:val="00875005"/>
    <w:rsid w:val="008807BD"/>
    <w:rsid w:val="008816B6"/>
    <w:rsid w:val="00883304"/>
    <w:rsid w:val="008841E0"/>
    <w:rsid w:val="00884BA9"/>
    <w:rsid w:val="00884C26"/>
    <w:rsid w:val="0088529E"/>
    <w:rsid w:val="00885661"/>
    <w:rsid w:val="00890F5B"/>
    <w:rsid w:val="008921E1"/>
    <w:rsid w:val="0089511B"/>
    <w:rsid w:val="00896B6B"/>
    <w:rsid w:val="008A08B0"/>
    <w:rsid w:val="008A261D"/>
    <w:rsid w:val="008A270E"/>
    <w:rsid w:val="008A3142"/>
    <w:rsid w:val="008A34DC"/>
    <w:rsid w:val="008A3CE1"/>
    <w:rsid w:val="008A726A"/>
    <w:rsid w:val="008A7ECC"/>
    <w:rsid w:val="008B0CCE"/>
    <w:rsid w:val="008B13A4"/>
    <w:rsid w:val="008B18D0"/>
    <w:rsid w:val="008B287A"/>
    <w:rsid w:val="008B680B"/>
    <w:rsid w:val="008B6DD2"/>
    <w:rsid w:val="008B79A5"/>
    <w:rsid w:val="008C2772"/>
    <w:rsid w:val="008C277A"/>
    <w:rsid w:val="008C4306"/>
    <w:rsid w:val="008C5A26"/>
    <w:rsid w:val="008C5B23"/>
    <w:rsid w:val="008D0585"/>
    <w:rsid w:val="008D2D99"/>
    <w:rsid w:val="008D38C6"/>
    <w:rsid w:val="008D4C99"/>
    <w:rsid w:val="008E0EB4"/>
    <w:rsid w:val="008E2865"/>
    <w:rsid w:val="008E2DBF"/>
    <w:rsid w:val="008E3A5C"/>
    <w:rsid w:val="008E3E97"/>
    <w:rsid w:val="008E4E0A"/>
    <w:rsid w:val="008F4EA9"/>
    <w:rsid w:val="008F5788"/>
    <w:rsid w:val="008F579D"/>
    <w:rsid w:val="008F5855"/>
    <w:rsid w:val="008F6ECB"/>
    <w:rsid w:val="00902792"/>
    <w:rsid w:val="00902A71"/>
    <w:rsid w:val="0090316F"/>
    <w:rsid w:val="009035F7"/>
    <w:rsid w:val="00903C7F"/>
    <w:rsid w:val="009063A0"/>
    <w:rsid w:val="00910C0E"/>
    <w:rsid w:val="0091115C"/>
    <w:rsid w:val="00911CB6"/>
    <w:rsid w:val="009123C2"/>
    <w:rsid w:val="00912DF2"/>
    <w:rsid w:val="00916142"/>
    <w:rsid w:val="009161BB"/>
    <w:rsid w:val="009168C9"/>
    <w:rsid w:val="00920286"/>
    <w:rsid w:val="00922056"/>
    <w:rsid w:val="0093141F"/>
    <w:rsid w:val="00933521"/>
    <w:rsid w:val="00935C3A"/>
    <w:rsid w:val="00941545"/>
    <w:rsid w:val="00941F9F"/>
    <w:rsid w:val="00943021"/>
    <w:rsid w:val="00945742"/>
    <w:rsid w:val="009479DE"/>
    <w:rsid w:val="00947EB8"/>
    <w:rsid w:val="00947F0B"/>
    <w:rsid w:val="00951922"/>
    <w:rsid w:val="00954669"/>
    <w:rsid w:val="00957A69"/>
    <w:rsid w:val="00963B9E"/>
    <w:rsid w:val="00965E2C"/>
    <w:rsid w:val="0096641B"/>
    <w:rsid w:val="00967CC2"/>
    <w:rsid w:val="00974023"/>
    <w:rsid w:val="009761D7"/>
    <w:rsid w:val="009762BD"/>
    <w:rsid w:val="009763C7"/>
    <w:rsid w:val="00977670"/>
    <w:rsid w:val="00977F90"/>
    <w:rsid w:val="00980240"/>
    <w:rsid w:val="00980924"/>
    <w:rsid w:val="00980DCE"/>
    <w:rsid w:val="009810AF"/>
    <w:rsid w:val="009814AE"/>
    <w:rsid w:val="00982235"/>
    <w:rsid w:val="009846D0"/>
    <w:rsid w:val="009848CF"/>
    <w:rsid w:val="00986450"/>
    <w:rsid w:val="00986FB3"/>
    <w:rsid w:val="00987391"/>
    <w:rsid w:val="0099199E"/>
    <w:rsid w:val="0099221F"/>
    <w:rsid w:val="00993F3E"/>
    <w:rsid w:val="009968EF"/>
    <w:rsid w:val="0099728A"/>
    <w:rsid w:val="009A16DD"/>
    <w:rsid w:val="009A3BCA"/>
    <w:rsid w:val="009A3E5B"/>
    <w:rsid w:val="009A43BE"/>
    <w:rsid w:val="009B0AEF"/>
    <w:rsid w:val="009B1D54"/>
    <w:rsid w:val="009B26D3"/>
    <w:rsid w:val="009B2C12"/>
    <w:rsid w:val="009B3679"/>
    <w:rsid w:val="009B51EA"/>
    <w:rsid w:val="009B56A3"/>
    <w:rsid w:val="009B6D78"/>
    <w:rsid w:val="009B7ECD"/>
    <w:rsid w:val="009C140A"/>
    <w:rsid w:val="009C1CD8"/>
    <w:rsid w:val="009C21C2"/>
    <w:rsid w:val="009C2A53"/>
    <w:rsid w:val="009C3BD8"/>
    <w:rsid w:val="009C3CF9"/>
    <w:rsid w:val="009C5385"/>
    <w:rsid w:val="009D0B8C"/>
    <w:rsid w:val="009D424A"/>
    <w:rsid w:val="009D66C3"/>
    <w:rsid w:val="009D75ED"/>
    <w:rsid w:val="009D7D09"/>
    <w:rsid w:val="009E0CD3"/>
    <w:rsid w:val="009E34F9"/>
    <w:rsid w:val="009E55C2"/>
    <w:rsid w:val="009E59A8"/>
    <w:rsid w:val="009E65F3"/>
    <w:rsid w:val="009F02CE"/>
    <w:rsid w:val="009F0609"/>
    <w:rsid w:val="009F10FF"/>
    <w:rsid w:val="009F20BB"/>
    <w:rsid w:val="009F278A"/>
    <w:rsid w:val="009F2805"/>
    <w:rsid w:val="009F47E6"/>
    <w:rsid w:val="009F6EAF"/>
    <w:rsid w:val="009F749A"/>
    <w:rsid w:val="00A046A3"/>
    <w:rsid w:val="00A04CC0"/>
    <w:rsid w:val="00A050CA"/>
    <w:rsid w:val="00A05194"/>
    <w:rsid w:val="00A06728"/>
    <w:rsid w:val="00A1109D"/>
    <w:rsid w:val="00A11872"/>
    <w:rsid w:val="00A12041"/>
    <w:rsid w:val="00A15A68"/>
    <w:rsid w:val="00A1631F"/>
    <w:rsid w:val="00A17372"/>
    <w:rsid w:val="00A20734"/>
    <w:rsid w:val="00A21750"/>
    <w:rsid w:val="00A22048"/>
    <w:rsid w:val="00A2378A"/>
    <w:rsid w:val="00A25093"/>
    <w:rsid w:val="00A26467"/>
    <w:rsid w:val="00A265F1"/>
    <w:rsid w:val="00A26EFB"/>
    <w:rsid w:val="00A27293"/>
    <w:rsid w:val="00A31E20"/>
    <w:rsid w:val="00A32414"/>
    <w:rsid w:val="00A33D41"/>
    <w:rsid w:val="00A34817"/>
    <w:rsid w:val="00A36E4A"/>
    <w:rsid w:val="00A40194"/>
    <w:rsid w:val="00A415E6"/>
    <w:rsid w:val="00A41DE3"/>
    <w:rsid w:val="00A44B1B"/>
    <w:rsid w:val="00A46035"/>
    <w:rsid w:val="00A46780"/>
    <w:rsid w:val="00A517A3"/>
    <w:rsid w:val="00A51ACA"/>
    <w:rsid w:val="00A52DEE"/>
    <w:rsid w:val="00A532AC"/>
    <w:rsid w:val="00A55104"/>
    <w:rsid w:val="00A5617A"/>
    <w:rsid w:val="00A575D9"/>
    <w:rsid w:val="00A60C7A"/>
    <w:rsid w:val="00A631A9"/>
    <w:rsid w:val="00A63D63"/>
    <w:rsid w:val="00A63F9D"/>
    <w:rsid w:val="00A64008"/>
    <w:rsid w:val="00A71083"/>
    <w:rsid w:val="00A710B2"/>
    <w:rsid w:val="00A720FA"/>
    <w:rsid w:val="00A73B77"/>
    <w:rsid w:val="00A7450F"/>
    <w:rsid w:val="00A806AE"/>
    <w:rsid w:val="00A81CE2"/>
    <w:rsid w:val="00A82604"/>
    <w:rsid w:val="00A829B6"/>
    <w:rsid w:val="00A843BE"/>
    <w:rsid w:val="00A91815"/>
    <w:rsid w:val="00A938A4"/>
    <w:rsid w:val="00A9678D"/>
    <w:rsid w:val="00A96A13"/>
    <w:rsid w:val="00A9740A"/>
    <w:rsid w:val="00AA0906"/>
    <w:rsid w:val="00AA1D89"/>
    <w:rsid w:val="00AA2B7E"/>
    <w:rsid w:val="00AA2D3F"/>
    <w:rsid w:val="00AA3501"/>
    <w:rsid w:val="00AA482A"/>
    <w:rsid w:val="00AA7AFA"/>
    <w:rsid w:val="00AA7DF6"/>
    <w:rsid w:val="00AB6836"/>
    <w:rsid w:val="00AC0C15"/>
    <w:rsid w:val="00AC177C"/>
    <w:rsid w:val="00AC1FB5"/>
    <w:rsid w:val="00AC2AB0"/>
    <w:rsid w:val="00AC46D8"/>
    <w:rsid w:val="00AD0634"/>
    <w:rsid w:val="00AD0F95"/>
    <w:rsid w:val="00AD1ED7"/>
    <w:rsid w:val="00AD47CB"/>
    <w:rsid w:val="00AD4CE9"/>
    <w:rsid w:val="00AE003C"/>
    <w:rsid w:val="00AE0B50"/>
    <w:rsid w:val="00AE47C8"/>
    <w:rsid w:val="00AE6719"/>
    <w:rsid w:val="00AF05F2"/>
    <w:rsid w:val="00AF1C62"/>
    <w:rsid w:val="00AF24A9"/>
    <w:rsid w:val="00AF3DAF"/>
    <w:rsid w:val="00AF4E5E"/>
    <w:rsid w:val="00B00BCD"/>
    <w:rsid w:val="00B015D3"/>
    <w:rsid w:val="00B03542"/>
    <w:rsid w:val="00B05C7A"/>
    <w:rsid w:val="00B06394"/>
    <w:rsid w:val="00B065CB"/>
    <w:rsid w:val="00B06C38"/>
    <w:rsid w:val="00B111AB"/>
    <w:rsid w:val="00B136CB"/>
    <w:rsid w:val="00B20AFA"/>
    <w:rsid w:val="00B20BFE"/>
    <w:rsid w:val="00B23974"/>
    <w:rsid w:val="00B23B91"/>
    <w:rsid w:val="00B2421F"/>
    <w:rsid w:val="00B25342"/>
    <w:rsid w:val="00B254CF"/>
    <w:rsid w:val="00B258B7"/>
    <w:rsid w:val="00B30BFA"/>
    <w:rsid w:val="00B31FDE"/>
    <w:rsid w:val="00B34A3D"/>
    <w:rsid w:val="00B45200"/>
    <w:rsid w:val="00B46E57"/>
    <w:rsid w:val="00B47E18"/>
    <w:rsid w:val="00B47F94"/>
    <w:rsid w:val="00B50207"/>
    <w:rsid w:val="00B50ABF"/>
    <w:rsid w:val="00B536F8"/>
    <w:rsid w:val="00B55011"/>
    <w:rsid w:val="00B56DE9"/>
    <w:rsid w:val="00B5705B"/>
    <w:rsid w:val="00B63D3C"/>
    <w:rsid w:val="00B64F8C"/>
    <w:rsid w:val="00B6520B"/>
    <w:rsid w:val="00B6749C"/>
    <w:rsid w:val="00B67A89"/>
    <w:rsid w:val="00B72EC6"/>
    <w:rsid w:val="00B74D14"/>
    <w:rsid w:val="00B75918"/>
    <w:rsid w:val="00B81BB0"/>
    <w:rsid w:val="00B821C8"/>
    <w:rsid w:val="00B822EB"/>
    <w:rsid w:val="00B82974"/>
    <w:rsid w:val="00B835DF"/>
    <w:rsid w:val="00B840E2"/>
    <w:rsid w:val="00B84A17"/>
    <w:rsid w:val="00B859AD"/>
    <w:rsid w:val="00B85A5B"/>
    <w:rsid w:val="00B86052"/>
    <w:rsid w:val="00B87458"/>
    <w:rsid w:val="00B87B36"/>
    <w:rsid w:val="00B90F6F"/>
    <w:rsid w:val="00B91542"/>
    <w:rsid w:val="00B9260E"/>
    <w:rsid w:val="00B92B7C"/>
    <w:rsid w:val="00B95DA9"/>
    <w:rsid w:val="00B95DD1"/>
    <w:rsid w:val="00BA279B"/>
    <w:rsid w:val="00BA2917"/>
    <w:rsid w:val="00BA29A6"/>
    <w:rsid w:val="00BA3373"/>
    <w:rsid w:val="00BA44EF"/>
    <w:rsid w:val="00BA5B69"/>
    <w:rsid w:val="00BA6583"/>
    <w:rsid w:val="00BA6B35"/>
    <w:rsid w:val="00BA75EC"/>
    <w:rsid w:val="00BB20E8"/>
    <w:rsid w:val="00BB6668"/>
    <w:rsid w:val="00BC0AD9"/>
    <w:rsid w:val="00BC2087"/>
    <w:rsid w:val="00BC283E"/>
    <w:rsid w:val="00BC43DC"/>
    <w:rsid w:val="00BD0CA9"/>
    <w:rsid w:val="00BD45D4"/>
    <w:rsid w:val="00BD4CFC"/>
    <w:rsid w:val="00BD5AA8"/>
    <w:rsid w:val="00BD665B"/>
    <w:rsid w:val="00BD705A"/>
    <w:rsid w:val="00BD7535"/>
    <w:rsid w:val="00BD7865"/>
    <w:rsid w:val="00BE0BE3"/>
    <w:rsid w:val="00BE4408"/>
    <w:rsid w:val="00BE7EAE"/>
    <w:rsid w:val="00BF02DF"/>
    <w:rsid w:val="00BF05B1"/>
    <w:rsid w:val="00BF12BE"/>
    <w:rsid w:val="00BF144A"/>
    <w:rsid w:val="00BF2CB9"/>
    <w:rsid w:val="00BF63A5"/>
    <w:rsid w:val="00BF669A"/>
    <w:rsid w:val="00BF727D"/>
    <w:rsid w:val="00BF7E4E"/>
    <w:rsid w:val="00C01577"/>
    <w:rsid w:val="00C0304D"/>
    <w:rsid w:val="00C04EE8"/>
    <w:rsid w:val="00C07019"/>
    <w:rsid w:val="00C0731D"/>
    <w:rsid w:val="00C102D6"/>
    <w:rsid w:val="00C105F0"/>
    <w:rsid w:val="00C130BC"/>
    <w:rsid w:val="00C155A8"/>
    <w:rsid w:val="00C16318"/>
    <w:rsid w:val="00C163C7"/>
    <w:rsid w:val="00C16624"/>
    <w:rsid w:val="00C2041D"/>
    <w:rsid w:val="00C21FB9"/>
    <w:rsid w:val="00C23C40"/>
    <w:rsid w:val="00C24B41"/>
    <w:rsid w:val="00C25490"/>
    <w:rsid w:val="00C2556B"/>
    <w:rsid w:val="00C267A5"/>
    <w:rsid w:val="00C26C6B"/>
    <w:rsid w:val="00C300E1"/>
    <w:rsid w:val="00C3535B"/>
    <w:rsid w:val="00C372B8"/>
    <w:rsid w:val="00C4540F"/>
    <w:rsid w:val="00C459A6"/>
    <w:rsid w:val="00C46A5A"/>
    <w:rsid w:val="00C47916"/>
    <w:rsid w:val="00C50F65"/>
    <w:rsid w:val="00C52576"/>
    <w:rsid w:val="00C52E8B"/>
    <w:rsid w:val="00C54AE2"/>
    <w:rsid w:val="00C54F6C"/>
    <w:rsid w:val="00C55004"/>
    <w:rsid w:val="00C56052"/>
    <w:rsid w:val="00C562E7"/>
    <w:rsid w:val="00C603C7"/>
    <w:rsid w:val="00C6046D"/>
    <w:rsid w:val="00C613C9"/>
    <w:rsid w:val="00C6353C"/>
    <w:rsid w:val="00C63CF9"/>
    <w:rsid w:val="00C6489C"/>
    <w:rsid w:val="00C67093"/>
    <w:rsid w:val="00C671F0"/>
    <w:rsid w:val="00C67612"/>
    <w:rsid w:val="00C67A37"/>
    <w:rsid w:val="00C72282"/>
    <w:rsid w:val="00C7293E"/>
    <w:rsid w:val="00C74403"/>
    <w:rsid w:val="00C80369"/>
    <w:rsid w:val="00C81270"/>
    <w:rsid w:val="00C816EC"/>
    <w:rsid w:val="00C82362"/>
    <w:rsid w:val="00C83777"/>
    <w:rsid w:val="00C84418"/>
    <w:rsid w:val="00C8554A"/>
    <w:rsid w:val="00C86FB6"/>
    <w:rsid w:val="00C87359"/>
    <w:rsid w:val="00C87965"/>
    <w:rsid w:val="00C91175"/>
    <w:rsid w:val="00C9123D"/>
    <w:rsid w:val="00C92CAA"/>
    <w:rsid w:val="00C93D3F"/>
    <w:rsid w:val="00C93F6D"/>
    <w:rsid w:val="00C94876"/>
    <w:rsid w:val="00C97444"/>
    <w:rsid w:val="00CA1E4C"/>
    <w:rsid w:val="00CA314B"/>
    <w:rsid w:val="00CA5164"/>
    <w:rsid w:val="00CA5DB8"/>
    <w:rsid w:val="00CA7131"/>
    <w:rsid w:val="00CA7CBE"/>
    <w:rsid w:val="00CA7F21"/>
    <w:rsid w:val="00CB0BF0"/>
    <w:rsid w:val="00CB11CA"/>
    <w:rsid w:val="00CB45F6"/>
    <w:rsid w:val="00CB4664"/>
    <w:rsid w:val="00CB4B86"/>
    <w:rsid w:val="00CB55FF"/>
    <w:rsid w:val="00CB7D1F"/>
    <w:rsid w:val="00CC0F45"/>
    <w:rsid w:val="00CC2691"/>
    <w:rsid w:val="00CC3A99"/>
    <w:rsid w:val="00CD0DE0"/>
    <w:rsid w:val="00CD1A34"/>
    <w:rsid w:val="00CD24AF"/>
    <w:rsid w:val="00CD46F2"/>
    <w:rsid w:val="00CD69E5"/>
    <w:rsid w:val="00CE0B6E"/>
    <w:rsid w:val="00CE3158"/>
    <w:rsid w:val="00CE532E"/>
    <w:rsid w:val="00CE5680"/>
    <w:rsid w:val="00CE5D3F"/>
    <w:rsid w:val="00CE5F8E"/>
    <w:rsid w:val="00CF1C1D"/>
    <w:rsid w:val="00CF670D"/>
    <w:rsid w:val="00CF75E9"/>
    <w:rsid w:val="00D026E1"/>
    <w:rsid w:val="00D0377C"/>
    <w:rsid w:val="00D04F42"/>
    <w:rsid w:val="00D05AFC"/>
    <w:rsid w:val="00D06D72"/>
    <w:rsid w:val="00D104BD"/>
    <w:rsid w:val="00D10F58"/>
    <w:rsid w:val="00D14943"/>
    <w:rsid w:val="00D14AFB"/>
    <w:rsid w:val="00D14E48"/>
    <w:rsid w:val="00D1702A"/>
    <w:rsid w:val="00D17F35"/>
    <w:rsid w:val="00D20F57"/>
    <w:rsid w:val="00D21E12"/>
    <w:rsid w:val="00D2233A"/>
    <w:rsid w:val="00D2385D"/>
    <w:rsid w:val="00D23D84"/>
    <w:rsid w:val="00D24C68"/>
    <w:rsid w:val="00D250EF"/>
    <w:rsid w:val="00D2547D"/>
    <w:rsid w:val="00D25C2F"/>
    <w:rsid w:val="00D264DB"/>
    <w:rsid w:val="00D273B5"/>
    <w:rsid w:val="00D30D00"/>
    <w:rsid w:val="00D30FCF"/>
    <w:rsid w:val="00D34C9E"/>
    <w:rsid w:val="00D36DA9"/>
    <w:rsid w:val="00D42230"/>
    <w:rsid w:val="00D45771"/>
    <w:rsid w:val="00D4691B"/>
    <w:rsid w:val="00D478C2"/>
    <w:rsid w:val="00D5021A"/>
    <w:rsid w:val="00D510F8"/>
    <w:rsid w:val="00D54973"/>
    <w:rsid w:val="00D5504D"/>
    <w:rsid w:val="00D60C1C"/>
    <w:rsid w:val="00D62C94"/>
    <w:rsid w:val="00D657AC"/>
    <w:rsid w:val="00D657AD"/>
    <w:rsid w:val="00D66CD1"/>
    <w:rsid w:val="00D67072"/>
    <w:rsid w:val="00D70E64"/>
    <w:rsid w:val="00D73327"/>
    <w:rsid w:val="00D74AA7"/>
    <w:rsid w:val="00D77FE8"/>
    <w:rsid w:val="00D8286E"/>
    <w:rsid w:val="00D836F2"/>
    <w:rsid w:val="00D839A1"/>
    <w:rsid w:val="00D84530"/>
    <w:rsid w:val="00D84E52"/>
    <w:rsid w:val="00D85717"/>
    <w:rsid w:val="00D860F5"/>
    <w:rsid w:val="00D8705C"/>
    <w:rsid w:val="00D87A58"/>
    <w:rsid w:val="00D87BBB"/>
    <w:rsid w:val="00D91028"/>
    <w:rsid w:val="00D92A19"/>
    <w:rsid w:val="00D92A1E"/>
    <w:rsid w:val="00D93664"/>
    <w:rsid w:val="00D9784F"/>
    <w:rsid w:val="00DA186A"/>
    <w:rsid w:val="00DA3287"/>
    <w:rsid w:val="00DA464D"/>
    <w:rsid w:val="00DA4D18"/>
    <w:rsid w:val="00DA6B50"/>
    <w:rsid w:val="00DA6D2A"/>
    <w:rsid w:val="00DA7A68"/>
    <w:rsid w:val="00DB0EA2"/>
    <w:rsid w:val="00DB1115"/>
    <w:rsid w:val="00DB2CC7"/>
    <w:rsid w:val="00DB390C"/>
    <w:rsid w:val="00DB4840"/>
    <w:rsid w:val="00DB4A48"/>
    <w:rsid w:val="00DC07B6"/>
    <w:rsid w:val="00DC0F64"/>
    <w:rsid w:val="00DC15BE"/>
    <w:rsid w:val="00DC45B1"/>
    <w:rsid w:val="00DC4A3F"/>
    <w:rsid w:val="00DC4E00"/>
    <w:rsid w:val="00DC6AB2"/>
    <w:rsid w:val="00DD0C01"/>
    <w:rsid w:val="00DD2695"/>
    <w:rsid w:val="00DD5487"/>
    <w:rsid w:val="00DD5CE0"/>
    <w:rsid w:val="00DD5F80"/>
    <w:rsid w:val="00DD6E62"/>
    <w:rsid w:val="00DD7479"/>
    <w:rsid w:val="00DE049D"/>
    <w:rsid w:val="00DE23CE"/>
    <w:rsid w:val="00DE3F78"/>
    <w:rsid w:val="00DE5A64"/>
    <w:rsid w:val="00DE5BEA"/>
    <w:rsid w:val="00DF1805"/>
    <w:rsid w:val="00DF2B0F"/>
    <w:rsid w:val="00DF32BF"/>
    <w:rsid w:val="00DF4103"/>
    <w:rsid w:val="00DF4FE3"/>
    <w:rsid w:val="00DF7230"/>
    <w:rsid w:val="00E00287"/>
    <w:rsid w:val="00E015E0"/>
    <w:rsid w:val="00E03175"/>
    <w:rsid w:val="00E11178"/>
    <w:rsid w:val="00E114C5"/>
    <w:rsid w:val="00E11502"/>
    <w:rsid w:val="00E13057"/>
    <w:rsid w:val="00E135AD"/>
    <w:rsid w:val="00E1435C"/>
    <w:rsid w:val="00E15A9B"/>
    <w:rsid w:val="00E15C6E"/>
    <w:rsid w:val="00E15D4D"/>
    <w:rsid w:val="00E16495"/>
    <w:rsid w:val="00E17801"/>
    <w:rsid w:val="00E20200"/>
    <w:rsid w:val="00E22D81"/>
    <w:rsid w:val="00E23203"/>
    <w:rsid w:val="00E23E23"/>
    <w:rsid w:val="00E241BC"/>
    <w:rsid w:val="00E2482E"/>
    <w:rsid w:val="00E2635B"/>
    <w:rsid w:val="00E26922"/>
    <w:rsid w:val="00E269D8"/>
    <w:rsid w:val="00E26BD7"/>
    <w:rsid w:val="00E27063"/>
    <w:rsid w:val="00E27730"/>
    <w:rsid w:val="00E27AEA"/>
    <w:rsid w:val="00E340D0"/>
    <w:rsid w:val="00E34C18"/>
    <w:rsid w:val="00E37313"/>
    <w:rsid w:val="00E3767C"/>
    <w:rsid w:val="00E40211"/>
    <w:rsid w:val="00E40E37"/>
    <w:rsid w:val="00E416F7"/>
    <w:rsid w:val="00E44926"/>
    <w:rsid w:val="00E45522"/>
    <w:rsid w:val="00E46F04"/>
    <w:rsid w:val="00E47733"/>
    <w:rsid w:val="00E47A7C"/>
    <w:rsid w:val="00E5161F"/>
    <w:rsid w:val="00E517CC"/>
    <w:rsid w:val="00E55759"/>
    <w:rsid w:val="00E56A4C"/>
    <w:rsid w:val="00E56C2C"/>
    <w:rsid w:val="00E62D06"/>
    <w:rsid w:val="00E63BA1"/>
    <w:rsid w:val="00E70543"/>
    <w:rsid w:val="00E71230"/>
    <w:rsid w:val="00E72D67"/>
    <w:rsid w:val="00E73782"/>
    <w:rsid w:val="00E73928"/>
    <w:rsid w:val="00E7420A"/>
    <w:rsid w:val="00E74E90"/>
    <w:rsid w:val="00E7532F"/>
    <w:rsid w:val="00E7662B"/>
    <w:rsid w:val="00E77005"/>
    <w:rsid w:val="00E81121"/>
    <w:rsid w:val="00E8611A"/>
    <w:rsid w:val="00E8770B"/>
    <w:rsid w:val="00E923E1"/>
    <w:rsid w:val="00E92CB4"/>
    <w:rsid w:val="00E92E65"/>
    <w:rsid w:val="00E93985"/>
    <w:rsid w:val="00E95B52"/>
    <w:rsid w:val="00E97F09"/>
    <w:rsid w:val="00EA0899"/>
    <w:rsid w:val="00EA2019"/>
    <w:rsid w:val="00EA477B"/>
    <w:rsid w:val="00EA5BD6"/>
    <w:rsid w:val="00EA6D66"/>
    <w:rsid w:val="00EB0BE9"/>
    <w:rsid w:val="00EB269C"/>
    <w:rsid w:val="00EB41DA"/>
    <w:rsid w:val="00EB56CF"/>
    <w:rsid w:val="00EB63C8"/>
    <w:rsid w:val="00EB67B3"/>
    <w:rsid w:val="00EB6D66"/>
    <w:rsid w:val="00EB6F63"/>
    <w:rsid w:val="00EC137B"/>
    <w:rsid w:val="00EC2224"/>
    <w:rsid w:val="00EC33AB"/>
    <w:rsid w:val="00EC3780"/>
    <w:rsid w:val="00EC4EE8"/>
    <w:rsid w:val="00EC7940"/>
    <w:rsid w:val="00ED07C6"/>
    <w:rsid w:val="00ED165D"/>
    <w:rsid w:val="00ED1E6D"/>
    <w:rsid w:val="00ED318F"/>
    <w:rsid w:val="00ED4A5A"/>
    <w:rsid w:val="00ED7608"/>
    <w:rsid w:val="00ED7ACB"/>
    <w:rsid w:val="00EE2C13"/>
    <w:rsid w:val="00EE3EA7"/>
    <w:rsid w:val="00EE40C2"/>
    <w:rsid w:val="00EE5BD0"/>
    <w:rsid w:val="00EE6192"/>
    <w:rsid w:val="00EE6F20"/>
    <w:rsid w:val="00EE787C"/>
    <w:rsid w:val="00EE7F28"/>
    <w:rsid w:val="00EF6F93"/>
    <w:rsid w:val="00EF794C"/>
    <w:rsid w:val="00EF7B8E"/>
    <w:rsid w:val="00F03A73"/>
    <w:rsid w:val="00F048F2"/>
    <w:rsid w:val="00F07C84"/>
    <w:rsid w:val="00F11098"/>
    <w:rsid w:val="00F14118"/>
    <w:rsid w:val="00F16C9F"/>
    <w:rsid w:val="00F2042B"/>
    <w:rsid w:val="00F22BDF"/>
    <w:rsid w:val="00F268B6"/>
    <w:rsid w:val="00F279FF"/>
    <w:rsid w:val="00F30DFB"/>
    <w:rsid w:val="00F315DF"/>
    <w:rsid w:val="00F31FB0"/>
    <w:rsid w:val="00F35178"/>
    <w:rsid w:val="00F370C1"/>
    <w:rsid w:val="00F37797"/>
    <w:rsid w:val="00F40F5A"/>
    <w:rsid w:val="00F41D17"/>
    <w:rsid w:val="00F426D3"/>
    <w:rsid w:val="00F43783"/>
    <w:rsid w:val="00F4705B"/>
    <w:rsid w:val="00F5081D"/>
    <w:rsid w:val="00F52095"/>
    <w:rsid w:val="00F53F1A"/>
    <w:rsid w:val="00F56120"/>
    <w:rsid w:val="00F62A78"/>
    <w:rsid w:val="00F64268"/>
    <w:rsid w:val="00F66A14"/>
    <w:rsid w:val="00F67B18"/>
    <w:rsid w:val="00F75F6A"/>
    <w:rsid w:val="00F801C4"/>
    <w:rsid w:val="00F81FE0"/>
    <w:rsid w:val="00F8307B"/>
    <w:rsid w:val="00F84C4D"/>
    <w:rsid w:val="00F84E5E"/>
    <w:rsid w:val="00F865E4"/>
    <w:rsid w:val="00F874B7"/>
    <w:rsid w:val="00F879D4"/>
    <w:rsid w:val="00F912E5"/>
    <w:rsid w:val="00F92E57"/>
    <w:rsid w:val="00F94410"/>
    <w:rsid w:val="00F9457F"/>
    <w:rsid w:val="00F952FC"/>
    <w:rsid w:val="00F9554E"/>
    <w:rsid w:val="00F95B41"/>
    <w:rsid w:val="00F95F8C"/>
    <w:rsid w:val="00FA228F"/>
    <w:rsid w:val="00FA3D6E"/>
    <w:rsid w:val="00FA49E1"/>
    <w:rsid w:val="00FA5F00"/>
    <w:rsid w:val="00FB0980"/>
    <w:rsid w:val="00FB1836"/>
    <w:rsid w:val="00FB32A1"/>
    <w:rsid w:val="00FB46C5"/>
    <w:rsid w:val="00FC044B"/>
    <w:rsid w:val="00FC299A"/>
    <w:rsid w:val="00FC542D"/>
    <w:rsid w:val="00FC72ED"/>
    <w:rsid w:val="00FC7433"/>
    <w:rsid w:val="00FD026E"/>
    <w:rsid w:val="00FD5D1E"/>
    <w:rsid w:val="00FD72CE"/>
    <w:rsid w:val="00FE2D78"/>
    <w:rsid w:val="00FE32F4"/>
    <w:rsid w:val="00FE44C5"/>
    <w:rsid w:val="00FE55BE"/>
    <w:rsid w:val="00FE5F02"/>
    <w:rsid w:val="00FE6A51"/>
    <w:rsid w:val="00FE6C87"/>
    <w:rsid w:val="00FF0704"/>
    <w:rsid w:val="00FF228E"/>
    <w:rsid w:val="00FF4F73"/>
    <w:rsid w:val="00FF56F8"/>
    <w:rsid w:val="00FF670C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ED7A1072-8192-40F4-97B3-1A2EC519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52DEE"/>
  </w:style>
  <w:style w:type="paragraph" w:styleId="Antrat1">
    <w:name w:val="heading 1"/>
    <w:basedOn w:val="prastasis"/>
    <w:next w:val="prastasis"/>
    <w:link w:val="Antrat1Diagrama"/>
    <w:uiPriority w:val="9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semiHidden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iPriority w:val="99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uiPriority w:val="10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  <w:lang w:val="lt-LT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  <w:lang w:val="lt-LT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DA6B50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43783"/>
    <w:rPr>
      <w:color w:val="605E5C"/>
      <w:shd w:val="clear" w:color="auto" w:fill="E1DFDD"/>
    </w:rPr>
  </w:style>
  <w:style w:type="paragraph" w:customStyle="1" w:styleId="Skyriauspavadinimas">
    <w:name w:val="Skyriaus pavadinimas"/>
    <w:basedOn w:val="prastasis"/>
    <w:rsid w:val="00F94410"/>
    <w:pPr>
      <w:numPr>
        <w:numId w:val="40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caps/>
      <w:sz w:val="24"/>
      <w:szCs w:val="24"/>
      <w:lang w:val="en-GB"/>
    </w:rPr>
  </w:style>
  <w:style w:type="table" w:customStyle="1" w:styleId="Lentelstinklelis11">
    <w:name w:val="Lentelės tinklelis11"/>
    <w:basedOn w:val="prastojilentel"/>
    <w:next w:val="Lentelstinklelis"/>
    <w:uiPriority w:val="39"/>
    <w:rsid w:val="00977F90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617E33"/>
    <w:pPr>
      <w:spacing w:after="0" w:line="240" w:lineRule="auto"/>
      <w:jc w:val="left"/>
    </w:pPr>
    <w:rPr>
      <w:rFonts w:eastAsia="Calibri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9612\AppData\Roaming\Microsoft\&#352;ablonai\Metin&#279;%20ataskaita.dotx" TargetMode="External"/>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185b0e-441b-4fe3-a1e6-c86749afc265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30FB31ACE3D34383E6BDF29B403E8F" ma:contentTypeVersion="9" ma:contentTypeDescription="Create a new document." ma:contentTypeScope="" ma:versionID="937020b405f30f967181aa8b41ca8651">
  <xsd:schema xmlns:xsd="http://www.w3.org/2001/XMLSchema" xmlns:xs="http://www.w3.org/2001/XMLSchema" xmlns:p="http://schemas.microsoft.com/office/2006/metadata/properties" xmlns:ns3="42185b0e-441b-4fe3-a1e6-c86749afc265" targetNamespace="http://schemas.microsoft.com/office/2006/metadata/properties" ma:root="true" ma:fieldsID="c11b055aa8d6d09fe7b3815ee49c5e84" ns3:_="">
    <xsd:import namespace="42185b0e-441b-4fe3-a1e6-c86749afc26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85b0e-441b-4fe3-a1e6-c86749afc26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31DEEA6-114D-4CB2-B20E-0BD979AED8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FADD906C-30FE-404D-9321-4759A49E3444}">
  <ds:schemaRefs>
    <ds:schemaRef ds:uri="http://schemas.microsoft.com/office/2006/metadata/properties"/>
    <ds:schemaRef ds:uri="http://schemas.microsoft.com/office/infopath/2007/PartnerControls"/>
    <ds:schemaRef ds:uri="42185b0e-441b-4fe3-a1e6-c86749afc265"/>
  </ds:schemaRefs>
</ds:datastoreItem>
</file>

<file path=customXml/itemProps5.xml><?xml version="1.0" encoding="utf-8"?>
<ds:datastoreItem xmlns:ds="http://schemas.openxmlformats.org/officeDocument/2006/customXml" ds:itemID="{24A35B0F-8D02-4B08-B89B-139D2EFEC9B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7F58BA5-2ABE-47F4-BBD7-2D9ED6B28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185b0e-441b-4fe3-a1e6-c86749afc2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SPECIALIOSIOS SĄLYGOS</dc:title>
  <dc:subject/>
  <dc:creator>Evaldas Stadalius</dc:creator>
  <cp:keywords/>
  <dc:description/>
  <cp:lastModifiedBy>Živilė Šakalienė</cp:lastModifiedBy>
  <cp:revision>4</cp:revision>
  <cp:lastPrinted>2025-12-04T14:05:00Z</cp:lastPrinted>
  <dcterms:created xsi:type="dcterms:W3CDTF">2025-12-16T10:24:00Z</dcterms:created>
  <dcterms:modified xsi:type="dcterms:W3CDTF">2025-12-22T14:36:00Z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  <property fmtid="{D5CDD505-2E9C-101B-9397-08002B2CF9AE}" pid="3" name="ContentTypeId">
    <vt:lpwstr>0x0101004E30FB31ACE3D34383E6BDF29B403E8F</vt:lpwstr>
  </property>
</Properties>
</file>